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828" w:rsidRDefault="00181828" w:rsidP="00CB1C49"/>
    <w:p w:rsidR="00181828" w:rsidRDefault="00181828" w:rsidP="00CB1C49"/>
    <w:p w:rsidR="00181828" w:rsidRDefault="00181828" w:rsidP="00CB1C49"/>
    <w:p w:rsidR="00181828" w:rsidRDefault="00181828" w:rsidP="00181828">
      <w:pPr>
        <w:keepNext/>
        <w:keepLines/>
        <w:spacing w:after="240"/>
        <w:jc w:val="center"/>
        <w:rPr>
          <w:b/>
          <w:sz w:val="52"/>
          <w:szCs w:val="52"/>
        </w:rPr>
      </w:pPr>
    </w:p>
    <w:p w:rsidR="00CE0C97" w:rsidRDefault="00CE0C97" w:rsidP="00181828">
      <w:pPr>
        <w:keepNext/>
        <w:keepLines/>
        <w:spacing w:after="240"/>
        <w:jc w:val="center"/>
        <w:rPr>
          <w:b/>
          <w:sz w:val="52"/>
          <w:szCs w:val="52"/>
        </w:rPr>
      </w:pPr>
    </w:p>
    <w:p w:rsidR="00FC68FF" w:rsidRPr="00CC4193" w:rsidRDefault="00FC68FF" w:rsidP="00CC4193">
      <w:pPr>
        <w:keepNext/>
        <w:keepLines/>
        <w:spacing w:after="24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Specifikace rozsahu pojistného krytí</w:t>
      </w:r>
    </w:p>
    <w:p w:rsidR="00181828" w:rsidRDefault="00181828" w:rsidP="00CB1C49"/>
    <w:p w:rsidR="00181828" w:rsidRDefault="00181828" w:rsidP="00CB1C49"/>
    <w:p w:rsidR="00181828" w:rsidRDefault="00181828" w:rsidP="00CB1C49"/>
    <w:p w:rsidR="00181828" w:rsidRDefault="00181828" w:rsidP="00CB1C49"/>
    <w:p w:rsidR="00181828" w:rsidRDefault="00181828" w:rsidP="00CB1C49"/>
    <w:p w:rsidR="007D22D3" w:rsidRPr="008C30BD" w:rsidRDefault="007D22D3" w:rsidP="00CC4193">
      <w:pPr>
        <w:keepNext/>
        <w:keepLines/>
        <w:widowControl/>
        <w:spacing w:before="120"/>
        <w:rPr>
          <w:rFonts w:ascii="Arial" w:eastAsia="MS Mincho" w:hAnsi="Arial" w:cs="Arial"/>
        </w:rPr>
      </w:pPr>
      <w:bookmarkStart w:id="0" w:name="_Toc92530805"/>
    </w:p>
    <w:p w:rsidR="007D22D3" w:rsidRPr="008C30BD" w:rsidRDefault="007D22D3" w:rsidP="000D10A8">
      <w:pPr>
        <w:keepNext/>
        <w:keepLines/>
        <w:widowControl/>
        <w:spacing w:before="120"/>
        <w:ind w:left="357"/>
        <w:rPr>
          <w:rFonts w:ascii="Arial" w:eastAsia="MS Mincho" w:hAnsi="Arial" w:cs="Arial"/>
          <w:highlight w:val="yellow"/>
        </w:rPr>
      </w:pPr>
      <w:bookmarkStart w:id="1" w:name="_Hlk79571833"/>
    </w:p>
    <w:bookmarkEnd w:id="1"/>
    <w:p w:rsidR="00CB1C49" w:rsidRPr="008C30BD" w:rsidRDefault="00CB1C49" w:rsidP="00AA1809">
      <w:pPr>
        <w:keepNext/>
        <w:keepLines/>
        <w:widowControl/>
        <w:rPr>
          <w:rFonts w:ascii="Arial" w:hAnsi="Arial" w:cs="Arial"/>
          <w:bCs/>
          <w:highlight w:val="yellow"/>
        </w:rPr>
      </w:pPr>
    </w:p>
    <w:bookmarkEnd w:id="0"/>
    <w:p w:rsidR="00CB1C49" w:rsidRPr="008C30BD" w:rsidRDefault="00CB1C49" w:rsidP="00CB1C49">
      <w:pPr>
        <w:ind w:left="4200" w:hanging="4200"/>
        <w:rPr>
          <w:rFonts w:ascii="Arial" w:hAnsi="Arial" w:cs="Arial"/>
          <w:highlight w:val="yellow"/>
        </w:rPr>
      </w:pPr>
    </w:p>
    <w:p w:rsidR="00CB1C49" w:rsidRPr="008C30BD" w:rsidRDefault="00CB1C49" w:rsidP="000F045B">
      <w:pPr>
        <w:tabs>
          <w:tab w:val="left" w:pos="3402"/>
        </w:tabs>
        <w:spacing w:line="276" w:lineRule="auto"/>
        <w:ind w:left="4201" w:hanging="4201"/>
        <w:rPr>
          <w:rFonts w:ascii="Arial" w:hAnsi="Arial" w:cs="Arial"/>
        </w:rPr>
      </w:pPr>
      <w:r w:rsidRPr="008C30BD">
        <w:rPr>
          <w:rFonts w:ascii="Arial" w:hAnsi="Arial" w:cs="Arial"/>
          <w:b/>
        </w:rPr>
        <w:t>Počátek pojištění:</w:t>
      </w:r>
      <w:r w:rsidRPr="008C30BD">
        <w:rPr>
          <w:rFonts w:ascii="Arial" w:hAnsi="Arial" w:cs="Arial"/>
        </w:rPr>
        <w:tab/>
      </w:r>
      <w:r w:rsidR="00B65AE9" w:rsidRPr="008C30BD">
        <w:rPr>
          <w:rFonts w:ascii="Arial" w:hAnsi="Arial" w:cs="Arial"/>
        </w:rPr>
        <w:t>1.</w:t>
      </w:r>
      <w:r w:rsidR="00FC68FF">
        <w:rPr>
          <w:rFonts w:ascii="Arial" w:hAnsi="Arial" w:cs="Arial"/>
        </w:rPr>
        <w:t xml:space="preserve"> </w:t>
      </w:r>
      <w:r w:rsidR="00150BDA">
        <w:rPr>
          <w:rFonts w:ascii="Arial" w:hAnsi="Arial" w:cs="Arial"/>
        </w:rPr>
        <w:t>7</w:t>
      </w:r>
      <w:r w:rsidR="00B65AE9" w:rsidRPr="008C30BD">
        <w:rPr>
          <w:rFonts w:ascii="Arial" w:hAnsi="Arial" w:cs="Arial"/>
        </w:rPr>
        <w:t>.</w:t>
      </w:r>
      <w:r w:rsidR="00FC68FF">
        <w:rPr>
          <w:rFonts w:ascii="Arial" w:hAnsi="Arial" w:cs="Arial"/>
        </w:rPr>
        <w:t xml:space="preserve"> </w:t>
      </w:r>
      <w:r w:rsidR="00B65AE9" w:rsidRPr="008C30BD">
        <w:rPr>
          <w:rFonts w:ascii="Arial" w:hAnsi="Arial" w:cs="Arial"/>
        </w:rPr>
        <w:t>20</w:t>
      </w:r>
      <w:r w:rsidR="000C77F1" w:rsidRPr="008C30BD">
        <w:rPr>
          <w:rFonts w:ascii="Arial" w:hAnsi="Arial" w:cs="Arial"/>
        </w:rPr>
        <w:t>2</w:t>
      </w:r>
      <w:r w:rsidR="00CC4193">
        <w:rPr>
          <w:rFonts w:ascii="Arial" w:hAnsi="Arial" w:cs="Arial"/>
        </w:rPr>
        <w:t>4</w:t>
      </w:r>
    </w:p>
    <w:p w:rsidR="00CB1C49" w:rsidRPr="008C30BD" w:rsidRDefault="00CB1C49" w:rsidP="000F045B">
      <w:pPr>
        <w:tabs>
          <w:tab w:val="left" w:pos="3402"/>
        </w:tabs>
        <w:spacing w:line="276" w:lineRule="auto"/>
        <w:ind w:left="4201" w:hanging="4201"/>
        <w:rPr>
          <w:rFonts w:ascii="Arial" w:hAnsi="Arial" w:cs="Arial"/>
        </w:rPr>
      </w:pPr>
    </w:p>
    <w:p w:rsidR="00CB1C49" w:rsidRPr="00B118E0" w:rsidRDefault="00CB1C49" w:rsidP="000F045B">
      <w:pPr>
        <w:tabs>
          <w:tab w:val="left" w:pos="3402"/>
        </w:tabs>
        <w:spacing w:line="276" w:lineRule="auto"/>
        <w:ind w:left="3402" w:hanging="3402"/>
        <w:rPr>
          <w:rFonts w:ascii="Arial" w:hAnsi="Arial" w:cs="Arial"/>
        </w:rPr>
      </w:pPr>
      <w:r w:rsidRPr="008C30BD">
        <w:rPr>
          <w:rFonts w:ascii="Arial" w:hAnsi="Arial" w:cs="Arial"/>
          <w:b/>
        </w:rPr>
        <w:t>Konec pojištění:</w:t>
      </w:r>
      <w:r w:rsidRPr="008C30BD">
        <w:rPr>
          <w:rFonts w:ascii="Arial" w:hAnsi="Arial" w:cs="Arial"/>
        </w:rPr>
        <w:tab/>
        <w:t>smlouva na dobu neurčitou s výpovědní lhůtou 6 měsíců před</w:t>
      </w:r>
      <w:r w:rsidR="00305797">
        <w:rPr>
          <w:rFonts w:ascii="Arial" w:hAnsi="Arial" w:cs="Arial"/>
        </w:rPr>
        <w:t> </w:t>
      </w:r>
      <w:r w:rsidRPr="00B118E0">
        <w:rPr>
          <w:rFonts w:ascii="Arial" w:hAnsi="Arial" w:cs="Arial"/>
        </w:rPr>
        <w:t xml:space="preserve">koncem </w:t>
      </w:r>
      <w:r w:rsidR="00827D3A" w:rsidRPr="00B118E0">
        <w:rPr>
          <w:rFonts w:ascii="Arial" w:hAnsi="Arial" w:cs="Arial"/>
        </w:rPr>
        <w:t>pojistného období</w:t>
      </w:r>
    </w:p>
    <w:p w:rsidR="00CB1C49" w:rsidRPr="00B118E0" w:rsidRDefault="00CB1C49" w:rsidP="000F045B">
      <w:pPr>
        <w:tabs>
          <w:tab w:val="left" w:pos="3402"/>
        </w:tabs>
        <w:spacing w:line="276" w:lineRule="auto"/>
        <w:ind w:left="3402" w:hanging="3402"/>
        <w:rPr>
          <w:rFonts w:ascii="Arial" w:hAnsi="Arial" w:cs="Arial"/>
        </w:rPr>
      </w:pPr>
    </w:p>
    <w:p w:rsidR="00735684" w:rsidRDefault="00D8409D" w:rsidP="000F045B">
      <w:pPr>
        <w:widowControl/>
        <w:autoSpaceDE w:val="0"/>
        <w:autoSpaceDN w:val="0"/>
        <w:adjustRightInd w:val="0"/>
        <w:spacing w:line="276" w:lineRule="auto"/>
        <w:ind w:left="3402" w:hanging="3402"/>
        <w:rPr>
          <w:rFonts w:ascii="Arial" w:hAnsi="Arial" w:cs="Arial"/>
          <w:b/>
        </w:rPr>
      </w:pPr>
      <w:r w:rsidRPr="00B118E0">
        <w:rPr>
          <w:rFonts w:ascii="Arial" w:hAnsi="Arial" w:cs="Arial"/>
          <w:b/>
        </w:rPr>
        <w:t>Pojištěné subjekty:</w:t>
      </w:r>
      <w:r w:rsidRPr="00B118E0">
        <w:rPr>
          <w:rFonts w:ascii="Arial" w:hAnsi="Arial" w:cs="Arial"/>
          <w:b/>
        </w:rPr>
        <w:tab/>
      </w:r>
      <w:r w:rsidR="00FC68FF">
        <w:rPr>
          <w:rFonts w:ascii="Arial" w:hAnsi="Arial" w:cs="Arial"/>
          <w:bCs/>
        </w:rPr>
        <w:t>p</w:t>
      </w:r>
      <w:r w:rsidR="00735684">
        <w:rPr>
          <w:rFonts w:ascii="Arial" w:hAnsi="Arial" w:cs="Arial"/>
          <w:bCs/>
        </w:rPr>
        <w:t xml:space="preserve">ojištěnými budou všechny stávající a </w:t>
      </w:r>
      <w:r w:rsidR="00FC68FF">
        <w:rPr>
          <w:rFonts w:ascii="Arial" w:hAnsi="Arial" w:cs="Arial"/>
          <w:bCs/>
        </w:rPr>
        <w:t>nově zřizované subjekty, které M</w:t>
      </w:r>
      <w:r w:rsidR="00735684">
        <w:rPr>
          <w:rFonts w:ascii="Arial" w:hAnsi="Arial" w:cs="Arial"/>
          <w:bCs/>
        </w:rPr>
        <w:t xml:space="preserve">ěsto </w:t>
      </w:r>
      <w:r w:rsidR="00FC68FF">
        <w:rPr>
          <w:rFonts w:ascii="Arial" w:hAnsi="Arial" w:cs="Arial"/>
          <w:bCs/>
        </w:rPr>
        <w:t xml:space="preserve">Dačice </w:t>
      </w:r>
      <w:r w:rsidR="00735684">
        <w:rPr>
          <w:rFonts w:ascii="Arial" w:hAnsi="Arial" w:cs="Arial"/>
          <w:bCs/>
        </w:rPr>
        <w:t xml:space="preserve">zřizuje či </w:t>
      </w:r>
      <w:r w:rsidR="00FC68FF">
        <w:rPr>
          <w:rFonts w:ascii="Arial" w:hAnsi="Arial" w:cs="Arial"/>
          <w:bCs/>
        </w:rPr>
        <w:t xml:space="preserve">v nich </w:t>
      </w:r>
      <w:r w:rsidR="00735684">
        <w:rPr>
          <w:rFonts w:ascii="Arial" w:hAnsi="Arial" w:cs="Arial"/>
          <w:bCs/>
        </w:rPr>
        <w:t>má majetkový podíl</w:t>
      </w:r>
    </w:p>
    <w:p w:rsidR="00D8409D" w:rsidRDefault="00D8409D" w:rsidP="00B65AE9">
      <w:pPr>
        <w:widowControl/>
        <w:autoSpaceDE w:val="0"/>
        <w:autoSpaceDN w:val="0"/>
        <w:adjustRightInd w:val="0"/>
        <w:ind w:left="3402" w:hanging="3402"/>
        <w:rPr>
          <w:rFonts w:ascii="Arial" w:hAnsi="Arial" w:cs="Arial"/>
          <w:b/>
        </w:rPr>
      </w:pPr>
    </w:p>
    <w:p w:rsidR="000C77F1" w:rsidRPr="008C30BD" w:rsidRDefault="000C77F1" w:rsidP="00B65AE9">
      <w:pPr>
        <w:widowControl/>
        <w:autoSpaceDE w:val="0"/>
        <w:autoSpaceDN w:val="0"/>
        <w:adjustRightInd w:val="0"/>
        <w:ind w:left="3402" w:hanging="3402"/>
        <w:rPr>
          <w:rFonts w:ascii="Arial" w:hAnsi="Arial" w:cs="Arial"/>
        </w:rPr>
      </w:pPr>
    </w:p>
    <w:p w:rsidR="00CB1C49" w:rsidRPr="008C30BD" w:rsidRDefault="00CB1C49" w:rsidP="00CB1C49">
      <w:pPr>
        <w:tabs>
          <w:tab w:val="left" w:pos="3402"/>
        </w:tabs>
        <w:ind w:left="3402" w:hanging="3402"/>
        <w:rPr>
          <w:rFonts w:ascii="Arial" w:hAnsi="Arial" w:cs="Arial"/>
          <w:bCs/>
        </w:rPr>
      </w:pPr>
    </w:p>
    <w:p w:rsidR="00CB1C49" w:rsidRPr="008C30BD" w:rsidRDefault="00CC4193" w:rsidP="000F045B">
      <w:pPr>
        <w:pStyle w:val="Odstavecseseznamem"/>
        <w:widowControl/>
        <w:spacing w:line="276" w:lineRule="auto"/>
        <w:ind w:left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CB1C49" w:rsidRPr="008C30BD">
        <w:rPr>
          <w:rFonts w:ascii="Arial" w:hAnsi="Arial" w:cs="Arial"/>
          <w:b/>
        </w:rPr>
        <w:lastRenderedPageBreak/>
        <w:t>POŽADOVANÝ ROZSAH POJIŠTĚNÍ</w:t>
      </w:r>
    </w:p>
    <w:p w:rsidR="00CC4193" w:rsidRPr="008C30BD" w:rsidRDefault="00CC4193" w:rsidP="000F045B">
      <w:pPr>
        <w:spacing w:line="276" w:lineRule="auto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0"/>
      </w:tblGrid>
      <w:tr w:rsidR="00370DDF" w:rsidRPr="008C30BD" w:rsidTr="00CC4193">
        <w:tc>
          <w:tcPr>
            <w:tcW w:w="9286" w:type="dxa"/>
            <w:shd w:val="clear" w:color="auto" w:fill="auto"/>
          </w:tcPr>
          <w:p w:rsidR="00370DDF" w:rsidRPr="008C30BD" w:rsidRDefault="00CC4193" w:rsidP="000F045B">
            <w:pPr>
              <w:widowControl/>
              <w:spacing w:after="120" w:line="276" w:lineRule="auto"/>
              <w:rPr>
                <w:rFonts w:ascii="Arial" w:hAnsi="Arial" w:cs="Arial"/>
                <w:b/>
                <w:bCs/>
              </w:rPr>
            </w:pPr>
            <w:r w:rsidRPr="001A525F">
              <w:rPr>
                <w:rFonts w:ascii="Arial" w:hAnsi="Arial" w:cs="Arial"/>
                <w:b/>
              </w:rPr>
              <w:t>Pojištění vozidel</w:t>
            </w:r>
          </w:p>
        </w:tc>
      </w:tr>
    </w:tbl>
    <w:p w:rsidR="00AD1479" w:rsidRPr="008C30BD" w:rsidRDefault="00AD1479" w:rsidP="000F045B">
      <w:pPr>
        <w:widowControl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 xml:space="preserve">havarijní pojištění </w:t>
      </w:r>
      <w:proofErr w:type="spellStart"/>
      <w:r w:rsidRPr="008C30BD">
        <w:rPr>
          <w:rFonts w:ascii="Arial" w:hAnsi="Arial" w:cs="Arial"/>
        </w:rPr>
        <w:t>All</w:t>
      </w:r>
      <w:proofErr w:type="spellEnd"/>
      <w:r w:rsidRPr="008C30BD">
        <w:rPr>
          <w:rFonts w:ascii="Arial" w:hAnsi="Arial" w:cs="Arial"/>
        </w:rPr>
        <w:t xml:space="preserve"> </w:t>
      </w:r>
      <w:proofErr w:type="spellStart"/>
      <w:r w:rsidRPr="008C30BD">
        <w:rPr>
          <w:rFonts w:ascii="Arial" w:hAnsi="Arial" w:cs="Arial"/>
        </w:rPr>
        <w:t>Risks</w:t>
      </w:r>
      <w:proofErr w:type="spellEnd"/>
    </w:p>
    <w:p w:rsidR="00AD1479" w:rsidRPr="008C30BD" w:rsidRDefault="00AD1479" w:rsidP="000F045B">
      <w:pPr>
        <w:widowControl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>územní rozsah Evropa</w:t>
      </w:r>
    </w:p>
    <w:p w:rsidR="00AD1479" w:rsidRPr="008C30BD" w:rsidRDefault="00AD1479" w:rsidP="000F045B">
      <w:pPr>
        <w:widowControl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>úrazové pojištění osob</w:t>
      </w:r>
    </w:p>
    <w:p w:rsidR="00AD1479" w:rsidRPr="008C30BD" w:rsidRDefault="00AD1479" w:rsidP="000F045B">
      <w:pPr>
        <w:widowControl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>pojištění skel</w:t>
      </w:r>
    </w:p>
    <w:p w:rsidR="00AD1479" w:rsidRPr="008C30BD" w:rsidRDefault="00AD1479" w:rsidP="000F045B">
      <w:pPr>
        <w:widowControl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 xml:space="preserve">pojištění odpovědnosti za škodu způsobenou provozem vozidla </w:t>
      </w:r>
    </w:p>
    <w:p w:rsidR="00AD1479" w:rsidRPr="008C30BD" w:rsidRDefault="00AD1479" w:rsidP="000F045B">
      <w:pPr>
        <w:widowControl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>asistenční služby</w:t>
      </w:r>
    </w:p>
    <w:p w:rsidR="00627A93" w:rsidRDefault="00627A93" w:rsidP="000F045B">
      <w:pPr>
        <w:widowControl/>
        <w:numPr>
          <w:ilvl w:val="0"/>
          <w:numId w:val="11"/>
        </w:numPr>
        <w:spacing w:after="240" w:line="276" w:lineRule="auto"/>
        <w:ind w:left="357" w:hanging="357"/>
        <w:jc w:val="both"/>
        <w:rPr>
          <w:rFonts w:ascii="Arial" w:hAnsi="Arial" w:cs="Arial"/>
        </w:rPr>
      </w:pPr>
      <w:r w:rsidRPr="008C30BD">
        <w:rPr>
          <w:rFonts w:ascii="Arial" w:hAnsi="Arial" w:cs="Arial"/>
        </w:rPr>
        <w:t>činnost pracovního stroje</w:t>
      </w:r>
    </w:p>
    <w:p w:rsidR="00150BDA" w:rsidRDefault="00FC68FF" w:rsidP="000F045B">
      <w:pPr>
        <w:widowControl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150BDA">
        <w:rPr>
          <w:rFonts w:ascii="Arial" w:hAnsi="Arial" w:cs="Arial"/>
        </w:rPr>
        <w:t>statní smluvní ujednání</w:t>
      </w:r>
      <w:r w:rsidR="00DF34E3">
        <w:rPr>
          <w:rFonts w:ascii="Arial" w:hAnsi="Arial" w:cs="Arial"/>
        </w:rPr>
        <w:t xml:space="preserve"> jsou</w:t>
      </w:r>
      <w:r w:rsidR="00150B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uvedena </w:t>
      </w:r>
      <w:r w:rsidR="00150BDA">
        <w:rPr>
          <w:rFonts w:ascii="Arial" w:hAnsi="Arial" w:cs="Arial"/>
        </w:rPr>
        <w:t>v příloze č. 1</w:t>
      </w:r>
      <w:r>
        <w:rPr>
          <w:rFonts w:ascii="Arial" w:hAnsi="Arial" w:cs="Arial"/>
        </w:rPr>
        <w:t>.1.</w:t>
      </w:r>
    </w:p>
    <w:p w:rsidR="00150BDA" w:rsidRDefault="00150BDA" w:rsidP="000F045B">
      <w:pPr>
        <w:widowControl/>
        <w:spacing w:line="276" w:lineRule="auto"/>
        <w:jc w:val="both"/>
        <w:rPr>
          <w:rFonts w:ascii="Arial" w:hAnsi="Arial" w:cs="Arial"/>
        </w:rPr>
      </w:pPr>
    </w:p>
    <w:p w:rsidR="00CC4193" w:rsidRPr="008C30BD" w:rsidRDefault="00CC4193" w:rsidP="00CC4193">
      <w:pPr>
        <w:widowControl/>
        <w:jc w:val="both"/>
        <w:rPr>
          <w:rFonts w:ascii="Arial" w:hAnsi="Arial" w:cs="Arial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97"/>
        <w:gridCol w:w="1701"/>
        <w:gridCol w:w="3836"/>
      </w:tblGrid>
      <w:tr w:rsidR="00AD1479" w:rsidRPr="000F045B" w:rsidTr="00305797">
        <w:tc>
          <w:tcPr>
            <w:tcW w:w="851" w:type="dxa"/>
            <w:shd w:val="clear" w:color="auto" w:fill="D9D9D9" w:themeFill="background1" w:themeFillShade="D9"/>
            <w:vAlign w:val="center"/>
          </w:tcPr>
          <w:p w:rsidR="00AD1479" w:rsidRPr="000F045B" w:rsidRDefault="000F045B" w:rsidP="00B16530">
            <w:pPr>
              <w:spacing w:before="40" w:after="40"/>
              <w:jc w:val="center"/>
              <w:rPr>
                <w:rFonts w:ascii="Arial" w:eastAsia="Arial Unicode MS" w:hAnsi="Arial" w:cs="Arial"/>
                <w:b/>
                <w:bCs/>
                <w:sz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Poř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>.</w:t>
            </w:r>
            <w:r w:rsidR="00AD1479" w:rsidRPr="000F045B">
              <w:rPr>
                <w:rFonts w:ascii="Arial" w:hAnsi="Arial" w:cs="Arial"/>
                <w:b/>
                <w:bCs/>
                <w:sz w:val="18"/>
              </w:rPr>
              <w:t xml:space="preserve"> č.</w:t>
            </w:r>
          </w:p>
        </w:tc>
        <w:tc>
          <w:tcPr>
            <w:tcW w:w="2997" w:type="dxa"/>
            <w:shd w:val="clear" w:color="auto" w:fill="D9D9D9" w:themeFill="background1" w:themeFillShade="D9"/>
            <w:vAlign w:val="center"/>
          </w:tcPr>
          <w:p w:rsidR="00AD1479" w:rsidRPr="000F045B" w:rsidRDefault="00AD1479" w:rsidP="00305797">
            <w:pPr>
              <w:spacing w:before="40" w:after="40"/>
              <w:rPr>
                <w:rFonts w:ascii="Arial" w:hAnsi="Arial" w:cs="Arial"/>
                <w:b/>
                <w:sz w:val="18"/>
              </w:rPr>
            </w:pPr>
            <w:r w:rsidRPr="000F045B">
              <w:rPr>
                <w:rFonts w:ascii="Arial" w:hAnsi="Arial" w:cs="Arial"/>
                <w:b/>
                <w:sz w:val="18"/>
              </w:rPr>
              <w:t>Specifikace předmětu pojištění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D1479" w:rsidRPr="000F045B" w:rsidRDefault="00AD1479" w:rsidP="00305797">
            <w:pPr>
              <w:spacing w:before="40" w:after="40"/>
              <w:rPr>
                <w:rFonts w:ascii="Arial" w:hAnsi="Arial" w:cs="Arial"/>
                <w:b/>
                <w:sz w:val="18"/>
              </w:rPr>
            </w:pPr>
            <w:r w:rsidRPr="000F045B">
              <w:rPr>
                <w:rFonts w:ascii="Arial" w:hAnsi="Arial" w:cs="Arial"/>
                <w:b/>
                <w:bCs/>
                <w:sz w:val="18"/>
              </w:rPr>
              <w:t xml:space="preserve">Spoluúčast </w:t>
            </w:r>
            <w:r w:rsidR="000F045B" w:rsidRPr="000F045B">
              <w:rPr>
                <w:rFonts w:ascii="Arial" w:hAnsi="Arial" w:cs="Arial"/>
                <w:b/>
                <w:bCs/>
                <w:sz w:val="18"/>
              </w:rPr>
              <w:br/>
            </w:r>
            <w:r w:rsidRPr="000F045B">
              <w:rPr>
                <w:rFonts w:ascii="Arial" w:hAnsi="Arial" w:cs="Arial"/>
                <w:b/>
                <w:bCs/>
                <w:sz w:val="18"/>
              </w:rPr>
              <w:t>v Kč</w:t>
            </w:r>
          </w:p>
        </w:tc>
        <w:tc>
          <w:tcPr>
            <w:tcW w:w="383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1479" w:rsidRPr="000F045B" w:rsidRDefault="00AD1479" w:rsidP="00305797">
            <w:pPr>
              <w:spacing w:before="40" w:after="40"/>
              <w:rPr>
                <w:rFonts w:ascii="Arial" w:hAnsi="Arial" w:cs="Arial"/>
                <w:b/>
                <w:sz w:val="18"/>
              </w:rPr>
            </w:pPr>
            <w:r w:rsidRPr="000F045B">
              <w:rPr>
                <w:rFonts w:ascii="Arial" w:hAnsi="Arial" w:cs="Arial"/>
                <w:b/>
                <w:bCs/>
                <w:sz w:val="18"/>
              </w:rPr>
              <w:t>Pojistná částka</w:t>
            </w:r>
            <w:r w:rsidR="000F045B" w:rsidRPr="000F045B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0F045B" w:rsidRPr="000F045B">
              <w:rPr>
                <w:rFonts w:ascii="Arial" w:hAnsi="Arial" w:cs="Arial"/>
                <w:b/>
                <w:bCs/>
                <w:sz w:val="18"/>
              </w:rPr>
              <w:br/>
            </w:r>
            <w:r w:rsidRPr="000F045B">
              <w:rPr>
                <w:rFonts w:ascii="Arial" w:hAnsi="Arial" w:cs="Arial"/>
                <w:b/>
                <w:bCs/>
                <w:sz w:val="18"/>
              </w:rPr>
              <w:t>v Kč</w:t>
            </w:r>
          </w:p>
        </w:tc>
      </w:tr>
      <w:tr w:rsidR="00AD1479" w:rsidRPr="000F045B" w:rsidTr="00305797">
        <w:trPr>
          <w:trHeight w:val="864"/>
        </w:trPr>
        <w:tc>
          <w:tcPr>
            <w:tcW w:w="851" w:type="dxa"/>
            <w:shd w:val="clear" w:color="auto" w:fill="auto"/>
            <w:vAlign w:val="center"/>
          </w:tcPr>
          <w:p w:rsidR="00AD1479" w:rsidRPr="000F045B" w:rsidRDefault="00AD1479" w:rsidP="00B16530">
            <w:pPr>
              <w:spacing w:before="20" w:after="20"/>
              <w:jc w:val="center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479" w:rsidRPr="000F045B" w:rsidRDefault="00AD1479" w:rsidP="00D64995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 xml:space="preserve">pojištění odpovědnosti za </w:t>
            </w:r>
            <w:r w:rsidR="00D64995">
              <w:rPr>
                <w:rFonts w:ascii="Arial" w:hAnsi="Arial" w:cs="Arial"/>
                <w:sz w:val="18"/>
              </w:rPr>
              <w:t xml:space="preserve">újmu </w:t>
            </w:r>
            <w:bookmarkStart w:id="2" w:name="_GoBack"/>
            <w:bookmarkEnd w:id="2"/>
            <w:r w:rsidRPr="000F045B">
              <w:rPr>
                <w:rFonts w:ascii="Arial" w:hAnsi="Arial" w:cs="Arial"/>
                <w:sz w:val="18"/>
              </w:rPr>
              <w:t>způsobenou provozem vozidla pro</w:t>
            </w:r>
            <w:r w:rsidR="00FC68FF" w:rsidRPr="000F045B">
              <w:rPr>
                <w:rFonts w:ascii="Arial" w:hAnsi="Arial" w:cs="Arial"/>
                <w:sz w:val="18"/>
              </w:rPr>
              <w:t> </w:t>
            </w:r>
            <w:r w:rsidRPr="000F045B">
              <w:rPr>
                <w:rFonts w:ascii="Arial" w:hAnsi="Arial" w:cs="Arial"/>
                <w:sz w:val="18"/>
              </w:rPr>
              <w:t xml:space="preserve">flotilu vozidel dle přílohy </w:t>
            </w:r>
            <w:r w:rsidR="00FC68FF" w:rsidRPr="000F045B">
              <w:rPr>
                <w:rFonts w:ascii="Arial" w:hAnsi="Arial" w:cs="Arial"/>
                <w:sz w:val="18"/>
              </w:rPr>
              <w:t>č. 1.2</w:t>
            </w:r>
          </w:p>
        </w:tc>
        <w:tc>
          <w:tcPr>
            <w:tcW w:w="1701" w:type="dxa"/>
            <w:vAlign w:val="center"/>
          </w:tcPr>
          <w:p w:rsidR="00AD1479" w:rsidRPr="000F045B" w:rsidRDefault="00AD1479" w:rsidP="00305797">
            <w:pPr>
              <w:spacing w:before="20" w:after="20"/>
              <w:rPr>
                <w:rFonts w:ascii="Arial" w:eastAsia="Arial Unicode MS" w:hAnsi="Arial" w:cs="Arial"/>
                <w:sz w:val="18"/>
              </w:rPr>
            </w:pPr>
            <w:r w:rsidRPr="000F045B">
              <w:rPr>
                <w:rFonts w:ascii="Arial" w:eastAsia="Arial Unicode MS" w:hAnsi="Arial" w:cs="Arial"/>
                <w:sz w:val="18"/>
              </w:rPr>
              <w:t>bez spoluúčasti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AD1479" w:rsidRPr="000F045B" w:rsidRDefault="00AD1479" w:rsidP="00305797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maximální limity</w:t>
            </w:r>
          </w:p>
          <w:p w:rsidR="00AD1479" w:rsidRPr="000F045B" w:rsidRDefault="00FC68FF" w:rsidP="00305797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(minimálně 100 000 </w:t>
            </w:r>
            <w:r w:rsidR="00AD1479" w:rsidRPr="000F045B">
              <w:rPr>
                <w:rFonts w:ascii="Arial" w:hAnsi="Arial" w:cs="Arial"/>
                <w:sz w:val="18"/>
              </w:rPr>
              <w:t>000</w:t>
            </w:r>
            <w:r w:rsidRPr="000F045B">
              <w:rPr>
                <w:rFonts w:ascii="Arial" w:hAnsi="Arial" w:cs="Arial"/>
                <w:sz w:val="18"/>
              </w:rPr>
              <w:t>,-</w:t>
            </w:r>
            <w:r w:rsidR="00A2570D" w:rsidRPr="000F045B">
              <w:rPr>
                <w:rFonts w:ascii="Arial" w:hAnsi="Arial" w:cs="Arial"/>
                <w:sz w:val="18"/>
              </w:rPr>
              <w:t xml:space="preserve"> </w:t>
            </w:r>
            <w:r w:rsidR="00AD1479" w:rsidRPr="000F045B">
              <w:rPr>
                <w:rFonts w:ascii="Arial" w:hAnsi="Arial" w:cs="Arial"/>
                <w:sz w:val="18"/>
              </w:rPr>
              <w:t>/</w:t>
            </w:r>
            <w:r w:rsidR="00A2570D" w:rsidRPr="000F045B">
              <w:rPr>
                <w:rFonts w:ascii="Arial" w:hAnsi="Arial" w:cs="Arial"/>
                <w:sz w:val="18"/>
              </w:rPr>
              <w:t xml:space="preserve"> </w:t>
            </w:r>
            <w:r w:rsidRPr="000F045B">
              <w:rPr>
                <w:rFonts w:ascii="Arial" w:hAnsi="Arial" w:cs="Arial"/>
                <w:sz w:val="18"/>
              </w:rPr>
              <w:t>100 000 </w:t>
            </w:r>
            <w:r w:rsidR="00AD1479" w:rsidRPr="000F045B">
              <w:rPr>
                <w:rFonts w:ascii="Arial" w:hAnsi="Arial" w:cs="Arial"/>
                <w:sz w:val="18"/>
              </w:rPr>
              <w:t>000</w:t>
            </w:r>
            <w:r w:rsidRPr="000F045B">
              <w:rPr>
                <w:rFonts w:ascii="Arial" w:hAnsi="Arial" w:cs="Arial"/>
                <w:sz w:val="18"/>
              </w:rPr>
              <w:t>,-</w:t>
            </w:r>
            <w:r w:rsidR="00AD1479" w:rsidRPr="000F045B">
              <w:rPr>
                <w:rFonts w:ascii="Arial" w:hAnsi="Arial" w:cs="Arial"/>
                <w:sz w:val="18"/>
              </w:rPr>
              <w:t>)</w:t>
            </w:r>
          </w:p>
        </w:tc>
      </w:tr>
      <w:tr w:rsidR="00AD1479" w:rsidRPr="000F045B" w:rsidTr="00305797">
        <w:trPr>
          <w:trHeight w:val="552"/>
        </w:trPr>
        <w:tc>
          <w:tcPr>
            <w:tcW w:w="851" w:type="dxa"/>
            <w:shd w:val="clear" w:color="auto" w:fill="auto"/>
            <w:vAlign w:val="center"/>
          </w:tcPr>
          <w:p w:rsidR="00AD1479" w:rsidRPr="000F045B" w:rsidRDefault="00AD1479" w:rsidP="00B16530">
            <w:pPr>
              <w:spacing w:before="20" w:after="20"/>
              <w:jc w:val="center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479" w:rsidRPr="000F045B" w:rsidRDefault="00FC68FF" w:rsidP="00B16530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h</w:t>
            </w:r>
            <w:r w:rsidR="00627A93" w:rsidRPr="000F045B">
              <w:rPr>
                <w:rFonts w:ascii="Arial" w:hAnsi="Arial" w:cs="Arial"/>
                <w:sz w:val="18"/>
              </w:rPr>
              <w:t xml:space="preserve">avarijní pojištění </w:t>
            </w:r>
            <w:r w:rsidRPr="000F045B">
              <w:rPr>
                <w:rFonts w:ascii="Arial" w:hAnsi="Arial" w:cs="Arial"/>
                <w:sz w:val="18"/>
              </w:rPr>
              <w:t>pro flotilu vozidel dle přílohy č. 1.2</w:t>
            </w:r>
          </w:p>
        </w:tc>
        <w:tc>
          <w:tcPr>
            <w:tcW w:w="1701" w:type="dxa"/>
            <w:vAlign w:val="center"/>
          </w:tcPr>
          <w:p w:rsidR="00AD1479" w:rsidRPr="000F045B" w:rsidRDefault="00AD1479" w:rsidP="00305797">
            <w:pPr>
              <w:spacing w:before="20" w:after="20"/>
              <w:ind w:right="36"/>
              <w:rPr>
                <w:rFonts w:ascii="Arial" w:eastAsia="Arial Unicode MS" w:hAnsi="Arial" w:cs="Arial"/>
                <w:sz w:val="18"/>
              </w:rPr>
            </w:pPr>
            <w:r w:rsidRPr="000F045B">
              <w:rPr>
                <w:rFonts w:ascii="Arial" w:eastAsia="Arial Unicode MS" w:hAnsi="Arial" w:cs="Arial"/>
                <w:sz w:val="18"/>
              </w:rPr>
              <w:t>5</w:t>
            </w:r>
            <w:r w:rsidR="008002F5" w:rsidRPr="000F045B">
              <w:rPr>
                <w:rFonts w:ascii="Arial" w:eastAsia="Arial Unicode MS" w:hAnsi="Arial" w:cs="Arial"/>
                <w:sz w:val="18"/>
              </w:rPr>
              <w:t xml:space="preserve"> </w:t>
            </w:r>
            <w:r w:rsidRPr="000F045B">
              <w:rPr>
                <w:rFonts w:ascii="Arial" w:eastAsia="Arial Unicode MS" w:hAnsi="Arial" w:cs="Arial"/>
                <w:sz w:val="18"/>
              </w:rPr>
              <w:t>%</w:t>
            </w:r>
            <w:r w:rsidR="00FC68FF" w:rsidRPr="000F045B">
              <w:rPr>
                <w:rFonts w:ascii="Arial" w:eastAsia="Arial Unicode MS" w:hAnsi="Arial" w:cs="Arial"/>
                <w:sz w:val="18"/>
              </w:rPr>
              <w:t>,</w:t>
            </w:r>
            <w:r w:rsidRPr="000F045B">
              <w:rPr>
                <w:rFonts w:ascii="Arial" w:eastAsia="Arial Unicode MS" w:hAnsi="Arial" w:cs="Arial"/>
                <w:sz w:val="18"/>
              </w:rPr>
              <w:t xml:space="preserve"> min. 5 000</w:t>
            </w:r>
            <w:r w:rsidR="008C30BD" w:rsidRPr="000F045B">
              <w:rPr>
                <w:rFonts w:ascii="Arial" w:hAnsi="Arial" w:cs="Arial"/>
                <w:sz w:val="18"/>
              </w:rPr>
              <w:t>,-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AD1479" w:rsidRPr="000F045B" w:rsidRDefault="00FC68FF" w:rsidP="00305797">
            <w:pPr>
              <w:spacing w:before="20" w:after="20"/>
              <w:rPr>
                <w:rFonts w:ascii="Arial" w:eastAsia="Arial Unicode MS" w:hAnsi="Arial" w:cs="Arial"/>
                <w:sz w:val="18"/>
              </w:rPr>
            </w:pPr>
            <w:r w:rsidRPr="000F045B">
              <w:rPr>
                <w:rFonts w:ascii="Arial" w:eastAsia="Arial Unicode MS" w:hAnsi="Arial" w:cs="Arial"/>
                <w:sz w:val="18"/>
              </w:rPr>
              <w:t>d</w:t>
            </w:r>
            <w:r w:rsidR="00AD1479" w:rsidRPr="000F045B">
              <w:rPr>
                <w:rFonts w:ascii="Arial" w:eastAsia="Arial Unicode MS" w:hAnsi="Arial" w:cs="Arial"/>
                <w:sz w:val="18"/>
              </w:rPr>
              <w:t>le přílohy</w:t>
            </w:r>
            <w:r w:rsidR="00322633" w:rsidRPr="000F045B">
              <w:rPr>
                <w:rFonts w:ascii="Arial" w:eastAsia="Arial Unicode MS" w:hAnsi="Arial" w:cs="Arial"/>
                <w:sz w:val="18"/>
              </w:rPr>
              <w:t xml:space="preserve"> č. </w:t>
            </w:r>
            <w:r w:rsidRPr="000F045B">
              <w:rPr>
                <w:rFonts w:ascii="Arial" w:eastAsia="Arial Unicode MS" w:hAnsi="Arial" w:cs="Arial"/>
                <w:sz w:val="18"/>
              </w:rPr>
              <w:t>1.</w:t>
            </w:r>
            <w:r w:rsidR="00150BDA" w:rsidRPr="000F045B">
              <w:rPr>
                <w:rFonts w:ascii="Arial" w:eastAsia="Arial Unicode MS" w:hAnsi="Arial" w:cs="Arial"/>
                <w:sz w:val="18"/>
              </w:rPr>
              <w:t>2</w:t>
            </w:r>
          </w:p>
        </w:tc>
      </w:tr>
      <w:tr w:rsidR="00AD1479" w:rsidRPr="000F045B" w:rsidTr="00305797">
        <w:trPr>
          <w:trHeight w:val="379"/>
        </w:trPr>
        <w:tc>
          <w:tcPr>
            <w:tcW w:w="851" w:type="dxa"/>
            <w:shd w:val="clear" w:color="auto" w:fill="auto"/>
            <w:vAlign w:val="center"/>
          </w:tcPr>
          <w:p w:rsidR="00AD1479" w:rsidRPr="000F045B" w:rsidRDefault="00AD1479" w:rsidP="00B16530">
            <w:pPr>
              <w:spacing w:before="20" w:after="20"/>
              <w:jc w:val="center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AD1479" w:rsidRPr="000F045B" w:rsidRDefault="00FC68FF" w:rsidP="00322633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p</w:t>
            </w:r>
            <w:r w:rsidR="00AD1479" w:rsidRPr="000F045B">
              <w:rPr>
                <w:rFonts w:ascii="Arial" w:hAnsi="Arial" w:cs="Arial"/>
                <w:sz w:val="18"/>
              </w:rPr>
              <w:t xml:space="preserve">ojištění skel dle přílohy </w:t>
            </w:r>
            <w:r w:rsidR="00322633" w:rsidRPr="000F045B">
              <w:rPr>
                <w:rFonts w:ascii="Arial" w:hAnsi="Arial" w:cs="Arial"/>
                <w:sz w:val="18"/>
              </w:rPr>
              <w:t xml:space="preserve">č. </w:t>
            </w:r>
            <w:r w:rsidRPr="000F045B">
              <w:rPr>
                <w:rFonts w:ascii="Arial" w:hAnsi="Arial" w:cs="Arial"/>
                <w:sz w:val="18"/>
              </w:rPr>
              <w:t>1.</w:t>
            </w:r>
            <w:r w:rsidR="00150BDA" w:rsidRPr="000F045B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D1479" w:rsidRPr="000F045B" w:rsidRDefault="00AD1479" w:rsidP="00305797">
            <w:pPr>
              <w:spacing w:before="20" w:after="20"/>
              <w:ind w:right="36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eastAsia="Arial Unicode MS" w:hAnsi="Arial" w:cs="Arial"/>
                <w:sz w:val="18"/>
              </w:rPr>
              <w:t>bez spoluúčasti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AD1479" w:rsidRPr="000F045B" w:rsidRDefault="00AD1479" w:rsidP="00305797">
            <w:pPr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 xml:space="preserve">bez stanovení nebo minimálně </w:t>
            </w:r>
            <w:r w:rsidR="00627A93" w:rsidRPr="000F045B">
              <w:rPr>
                <w:rFonts w:ascii="Arial" w:hAnsi="Arial" w:cs="Arial"/>
                <w:sz w:val="18"/>
              </w:rPr>
              <w:t>15</w:t>
            </w:r>
            <w:r w:rsidRPr="000F045B">
              <w:rPr>
                <w:rFonts w:ascii="Arial" w:hAnsi="Arial" w:cs="Arial"/>
                <w:sz w:val="18"/>
              </w:rPr>
              <w:t> 000</w:t>
            </w:r>
            <w:r w:rsidR="00A2570D" w:rsidRPr="000F045B">
              <w:rPr>
                <w:rFonts w:ascii="Arial" w:hAnsi="Arial" w:cs="Arial"/>
                <w:sz w:val="18"/>
              </w:rPr>
              <w:t>,-</w:t>
            </w:r>
          </w:p>
        </w:tc>
      </w:tr>
      <w:tr w:rsidR="00AD1479" w:rsidRPr="000F045B" w:rsidTr="00305797">
        <w:trPr>
          <w:trHeight w:val="1360"/>
        </w:trPr>
        <w:tc>
          <w:tcPr>
            <w:tcW w:w="851" w:type="dxa"/>
            <w:shd w:val="clear" w:color="auto" w:fill="auto"/>
            <w:vAlign w:val="center"/>
          </w:tcPr>
          <w:p w:rsidR="00AD1479" w:rsidRPr="000F045B" w:rsidRDefault="00AD1479" w:rsidP="00B16530">
            <w:pPr>
              <w:spacing w:before="20" w:after="20"/>
              <w:jc w:val="center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AD1479" w:rsidRPr="000F045B" w:rsidRDefault="00FC68FF" w:rsidP="00322633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ú</w:t>
            </w:r>
            <w:r w:rsidR="00AD1479" w:rsidRPr="000F045B">
              <w:rPr>
                <w:rFonts w:ascii="Arial" w:hAnsi="Arial" w:cs="Arial"/>
                <w:sz w:val="18"/>
              </w:rPr>
              <w:t xml:space="preserve">razové pojištění osob dle přílohy </w:t>
            </w:r>
            <w:r w:rsidR="00322633" w:rsidRPr="000F045B">
              <w:rPr>
                <w:rFonts w:ascii="Arial" w:hAnsi="Arial" w:cs="Arial"/>
                <w:sz w:val="18"/>
              </w:rPr>
              <w:t xml:space="preserve">č. </w:t>
            </w:r>
            <w:r w:rsidRPr="000F045B">
              <w:rPr>
                <w:rFonts w:ascii="Arial" w:hAnsi="Arial" w:cs="Arial"/>
                <w:sz w:val="18"/>
              </w:rPr>
              <w:t>1.</w:t>
            </w:r>
            <w:r w:rsidR="00150BDA" w:rsidRPr="000F045B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AD1479" w:rsidRPr="000F045B" w:rsidRDefault="00AD1479" w:rsidP="00305797">
            <w:pPr>
              <w:spacing w:before="20" w:after="20"/>
              <w:ind w:right="36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eastAsia="Arial Unicode MS" w:hAnsi="Arial" w:cs="Arial"/>
                <w:sz w:val="18"/>
              </w:rPr>
              <w:t>bez spoluúčasti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AD1479" w:rsidRPr="000F045B" w:rsidRDefault="00AD1479" w:rsidP="00305797">
            <w:pPr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PČ na 1 sedadlo:</w:t>
            </w:r>
          </w:p>
          <w:p w:rsidR="00AD1479" w:rsidRPr="000F045B" w:rsidRDefault="00AD1479" w:rsidP="00305797">
            <w:pPr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- smrt následkem úrazu 100 000</w:t>
            </w:r>
            <w:r w:rsidR="00A2570D" w:rsidRPr="000F045B">
              <w:rPr>
                <w:rFonts w:ascii="Arial" w:hAnsi="Arial" w:cs="Arial"/>
                <w:sz w:val="18"/>
              </w:rPr>
              <w:t>,-</w:t>
            </w:r>
          </w:p>
          <w:p w:rsidR="00AD1479" w:rsidRPr="000F045B" w:rsidRDefault="00AD1479" w:rsidP="00305797">
            <w:pPr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- trvalá invalidita následkem úrazu 200 000</w:t>
            </w:r>
            <w:r w:rsidR="00A2570D" w:rsidRPr="000F045B">
              <w:rPr>
                <w:rFonts w:ascii="Arial" w:hAnsi="Arial" w:cs="Arial"/>
                <w:sz w:val="18"/>
              </w:rPr>
              <w:t>,-</w:t>
            </w:r>
          </w:p>
          <w:p w:rsidR="00AD1479" w:rsidRPr="000F045B" w:rsidRDefault="00AD1479" w:rsidP="00305797">
            <w:pPr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- denní odškodné 100</w:t>
            </w:r>
            <w:r w:rsidR="00A2570D" w:rsidRPr="000F045B">
              <w:rPr>
                <w:rFonts w:ascii="Arial" w:hAnsi="Arial" w:cs="Arial"/>
                <w:sz w:val="18"/>
              </w:rPr>
              <w:t>,-</w:t>
            </w:r>
          </w:p>
        </w:tc>
      </w:tr>
      <w:tr w:rsidR="00AD1479" w:rsidRPr="000F045B" w:rsidTr="00305797">
        <w:trPr>
          <w:trHeight w:val="441"/>
        </w:trPr>
        <w:tc>
          <w:tcPr>
            <w:tcW w:w="851" w:type="dxa"/>
            <w:shd w:val="clear" w:color="auto" w:fill="auto"/>
            <w:vAlign w:val="center"/>
          </w:tcPr>
          <w:p w:rsidR="00AD1479" w:rsidRPr="000F045B" w:rsidRDefault="00AD1479" w:rsidP="00B16530">
            <w:pPr>
              <w:spacing w:before="20" w:after="20"/>
              <w:jc w:val="center"/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997" w:type="dxa"/>
            <w:shd w:val="clear" w:color="auto" w:fill="auto"/>
            <w:vAlign w:val="center"/>
          </w:tcPr>
          <w:p w:rsidR="00AD1479" w:rsidRPr="000F045B" w:rsidRDefault="00FC68FF" w:rsidP="00B16530">
            <w:pPr>
              <w:rPr>
                <w:rFonts w:ascii="Arial" w:eastAsia="Arial Unicode MS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činnost pracovního stroje</w:t>
            </w:r>
          </w:p>
        </w:tc>
        <w:tc>
          <w:tcPr>
            <w:tcW w:w="1701" w:type="dxa"/>
            <w:vAlign w:val="center"/>
          </w:tcPr>
          <w:p w:rsidR="00AD1479" w:rsidRPr="000F045B" w:rsidRDefault="00AD1479" w:rsidP="00305797">
            <w:pPr>
              <w:spacing w:before="20" w:after="20"/>
              <w:ind w:right="36"/>
              <w:rPr>
                <w:rFonts w:ascii="Arial" w:eastAsia="Arial Unicode MS" w:hAnsi="Arial" w:cs="Arial"/>
                <w:sz w:val="18"/>
              </w:rPr>
            </w:pPr>
            <w:r w:rsidRPr="000F045B">
              <w:rPr>
                <w:rFonts w:ascii="Arial" w:eastAsia="Arial Unicode MS" w:hAnsi="Arial" w:cs="Arial"/>
                <w:sz w:val="18"/>
              </w:rPr>
              <w:t>5</w:t>
            </w:r>
            <w:r w:rsidR="008002F5" w:rsidRPr="000F045B">
              <w:rPr>
                <w:rFonts w:ascii="Arial" w:eastAsia="Arial Unicode MS" w:hAnsi="Arial" w:cs="Arial"/>
                <w:sz w:val="18"/>
              </w:rPr>
              <w:t xml:space="preserve"> </w:t>
            </w:r>
            <w:r w:rsidRPr="000F045B">
              <w:rPr>
                <w:rFonts w:ascii="Arial" w:eastAsia="Arial Unicode MS" w:hAnsi="Arial" w:cs="Arial"/>
                <w:sz w:val="18"/>
              </w:rPr>
              <w:t>%</w:t>
            </w:r>
            <w:r w:rsidR="00FC68FF" w:rsidRPr="000F045B">
              <w:rPr>
                <w:rFonts w:ascii="Arial" w:eastAsia="Arial Unicode MS" w:hAnsi="Arial" w:cs="Arial"/>
                <w:sz w:val="18"/>
              </w:rPr>
              <w:t>,</w:t>
            </w:r>
            <w:r w:rsidRPr="000F045B">
              <w:rPr>
                <w:rFonts w:ascii="Arial" w:eastAsia="Arial Unicode MS" w:hAnsi="Arial" w:cs="Arial"/>
                <w:sz w:val="18"/>
              </w:rPr>
              <w:t xml:space="preserve"> min. 5</w:t>
            </w:r>
            <w:r w:rsidR="00FC68FF" w:rsidRPr="000F045B">
              <w:rPr>
                <w:rFonts w:ascii="Arial" w:eastAsia="Arial Unicode MS" w:hAnsi="Arial" w:cs="Arial"/>
                <w:sz w:val="18"/>
              </w:rPr>
              <w:t xml:space="preserve"> </w:t>
            </w:r>
            <w:r w:rsidRPr="000F045B">
              <w:rPr>
                <w:rFonts w:ascii="Arial" w:eastAsia="Arial Unicode MS" w:hAnsi="Arial" w:cs="Arial"/>
                <w:sz w:val="18"/>
              </w:rPr>
              <w:t>00</w:t>
            </w:r>
            <w:r w:rsidR="00627A93" w:rsidRPr="000F045B">
              <w:rPr>
                <w:rFonts w:ascii="Arial" w:eastAsia="Arial Unicode MS" w:hAnsi="Arial" w:cs="Arial"/>
                <w:sz w:val="18"/>
              </w:rPr>
              <w:t>0</w:t>
            </w:r>
            <w:r w:rsidR="008C30BD" w:rsidRPr="000F045B">
              <w:rPr>
                <w:rFonts w:ascii="Arial" w:hAnsi="Arial" w:cs="Arial"/>
                <w:sz w:val="18"/>
              </w:rPr>
              <w:t>,-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AD1479" w:rsidRPr="000F045B" w:rsidRDefault="00FC68FF" w:rsidP="00305797">
            <w:pPr>
              <w:rPr>
                <w:rFonts w:ascii="Arial" w:hAnsi="Arial" w:cs="Arial"/>
                <w:sz w:val="18"/>
              </w:rPr>
            </w:pPr>
            <w:r w:rsidRPr="000F045B">
              <w:rPr>
                <w:rFonts w:ascii="Arial" w:hAnsi="Arial" w:cs="Arial"/>
                <w:sz w:val="18"/>
              </w:rPr>
              <w:t>d</w:t>
            </w:r>
            <w:r w:rsidR="00627A93" w:rsidRPr="000F045B">
              <w:rPr>
                <w:rFonts w:ascii="Arial" w:hAnsi="Arial" w:cs="Arial"/>
                <w:sz w:val="18"/>
              </w:rPr>
              <w:t>le přílohy</w:t>
            </w:r>
            <w:r w:rsidR="00226C33" w:rsidRPr="000F045B">
              <w:rPr>
                <w:rFonts w:ascii="Arial" w:hAnsi="Arial" w:cs="Arial"/>
                <w:sz w:val="18"/>
              </w:rPr>
              <w:t xml:space="preserve"> č. </w:t>
            </w:r>
            <w:r w:rsidRPr="000F045B">
              <w:rPr>
                <w:rFonts w:ascii="Arial" w:hAnsi="Arial" w:cs="Arial"/>
                <w:sz w:val="18"/>
              </w:rPr>
              <w:t>1.</w:t>
            </w:r>
            <w:r w:rsidR="00150BDA" w:rsidRPr="000F045B">
              <w:rPr>
                <w:rFonts w:ascii="Arial" w:hAnsi="Arial" w:cs="Arial"/>
                <w:sz w:val="18"/>
              </w:rPr>
              <w:t>2</w:t>
            </w:r>
          </w:p>
        </w:tc>
      </w:tr>
    </w:tbl>
    <w:p w:rsidR="009C1D75" w:rsidRPr="00DF34E3" w:rsidRDefault="00616A90" w:rsidP="000F045B">
      <w:pPr>
        <w:spacing w:before="480"/>
        <w:rPr>
          <w:rFonts w:ascii="Arial" w:hAnsi="Arial" w:cs="Arial"/>
        </w:rPr>
      </w:pPr>
      <w:bookmarkStart w:id="3" w:name="_Hlk76640358"/>
      <w:r w:rsidRPr="00DF34E3">
        <w:rPr>
          <w:rFonts w:ascii="Arial" w:hAnsi="Arial" w:cs="Arial"/>
        </w:rPr>
        <w:t xml:space="preserve">Seznam vozidel </w:t>
      </w:r>
      <w:r w:rsidR="00DF34E3" w:rsidRPr="00DF34E3">
        <w:rPr>
          <w:rFonts w:ascii="Arial" w:hAnsi="Arial" w:cs="Arial"/>
        </w:rPr>
        <w:t xml:space="preserve">je </w:t>
      </w:r>
      <w:r w:rsidR="00FC68FF" w:rsidRPr="00DF34E3">
        <w:rPr>
          <w:rFonts w:ascii="Arial" w:hAnsi="Arial" w:cs="Arial"/>
        </w:rPr>
        <w:t>uveden v příloze</w:t>
      </w:r>
      <w:r w:rsidRPr="00DF34E3">
        <w:rPr>
          <w:rFonts w:ascii="Arial" w:hAnsi="Arial" w:cs="Arial"/>
        </w:rPr>
        <w:t xml:space="preserve"> č. </w:t>
      </w:r>
      <w:r w:rsidR="00FC68FF" w:rsidRPr="00DF34E3">
        <w:rPr>
          <w:rFonts w:ascii="Arial" w:hAnsi="Arial" w:cs="Arial"/>
        </w:rPr>
        <w:t>1.</w:t>
      </w:r>
      <w:r w:rsidR="00150BDA" w:rsidRPr="00DF34E3">
        <w:rPr>
          <w:rFonts w:ascii="Arial" w:hAnsi="Arial" w:cs="Arial"/>
        </w:rPr>
        <w:t>2</w:t>
      </w:r>
      <w:r w:rsidR="00FC68FF" w:rsidRPr="00DF34E3">
        <w:rPr>
          <w:rFonts w:ascii="Arial" w:hAnsi="Arial" w:cs="Arial"/>
        </w:rPr>
        <w:t>.</w:t>
      </w:r>
      <w:bookmarkEnd w:id="3"/>
    </w:p>
    <w:sectPr w:rsidR="009C1D75" w:rsidRPr="00DF34E3" w:rsidSect="000F045B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189" w:rsidRDefault="00D83189">
      <w:r>
        <w:separator/>
      </w:r>
    </w:p>
  </w:endnote>
  <w:endnote w:type="continuationSeparator" w:id="0">
    <w:p w:rsidR="00D83189" w:rsidRDefault="00D8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49D" w:rsidRPr="000F045B" w:rsidRDefault="0025449D">
    <w:pPr>
      <w:pStyle w:val="Zpat"/>
      <w:jc w:val="center"/>
      <w:rPr>
        <w:rFonts w:ascii="Arial" w:hAnsi="Arial" w:cs="Arial"/>
        <w:sz w:val="18"/>
      </w:rPr>
    </w:pPr>
    <w:r w:rsidRPr="000F045B">
      <w:rPr>
        <w:rFonts w:ascii="Arial" w:hAnsi="Arial" w:cs="Arial"/>
        <w:sz w:val="18"/>
      </w:rPr>
      <w:fldChar w:fldCharType="begin"/>
    </w:r>
    <w:r w:rsidRPr="000F045B">
      <w:rPr>
        <w:rFonts w:ascii="Arial" w:hAnsi="Arial" w:cs="Arial"/>
        <w:sz w:val="18"/>
      </w:rPr>
      <w:instrText>PAGE   \* MERGEFORMAT</w:instrText>
    </w:r>
    <w:r w:rsidRPr="000F045B">
      <w:rPr>
        <w:rFonts w:ascii="Arial" w:hAnsi="Arial" w:cs="Arial"/>
        <w:sz w:val="18"/>
      </w:rPr>
      <w:fldChar w:fldCharType="separate"/>
    </w:r>
    <w:r w:rsidR="00D64995">
      <w:rPr>
        <w:rFonts w:ascii="Arial" w:hAnsi="Arial" w:cs="Arial"/>
        <w:noProof/>
        <w:sz w:val="18"/>
      </w:rPr>
      <w:t>2</w:t>
    </w:r>
    <w:r w:rsidRPr="000F045B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189" w:rsidRDefault="00D83189">
      <w:r>
        <w:separator/>
      </w:r>
    </w:p>
  </w:footnote>
  <w:footnote w:type="continuationSeparator" w:id="0">
    <w:p w:rsidR="00D83189" w:rsidRDefault="00D83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45B" w:rsidRDefault="000F045B" w:rsidP="000F045B">
    <w:pPr>
      <w:widowControl/>
      <w:spacing w:line="276" w:lineRule="auto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Veřejná zakázka </w:t>
    </w:r>
    <w:r w:rsidRPr="000F045B">
      <w:rPr>
        <w:rFonts w:ascii="Arial" w:hAnsi="Arial" w:cs="Arial"/>
        <w:b/>
        <w:sz w:val="18"/>
        <w:szCs w:val="18"/>
      </w:rPr>
      <w:t>Pojištění majetku, odpovědnosti, vozidel a lesů</w:t>
    </w:r>
  </w:p>
  <w:p w:rsidR="000F045B" w:rsidRDefault="000F045B" w:rsidP="000F045B">
    <w:pPr>
      <w:widowControl/>
      <w:spacing w:after="120" w:line="276" w:lineRule="auto"/>
      <w:jc w:val="both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část 2 – </w:t>
    </w:r>
    <w:r w:rsidRPr="000F045B">
      <w:rPr>
        <w:rFonts w:ascii="Arial" w:hAnsi="Arial" w:cs="Arial"/>
        <w:b/>
        <w:sz w:val="18"/>
        <w:szCs w:val="18"/>
      </w:rPr>
      <w:t>Pojištění odpovědnosti za újmu způsobenou provozem vozidel a havarijní pojištění vozidel</w:t>
    </w:r>
  </w:p>
  <w:p w:rsidR="000F045B" w:rsidRDefault="000F045B" w:rsidP="000F045B">
    <w:pPr>
      <w:widowControl/>
      <w:spacing w:line="276" w:lineRule="auto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>Příloha č. 1</w:t>
    </w:r>
    <w:r>
      <w:rPr>
        <w:rFonts w:ascii="Arial" w:hAnsi="Arial" w:cs="Arial"/>
        <w:sz w:val="18"/>
        <w:szCs w:val="18"/>
      </w:rPr>
      <w:t xml:space="preserve"> Zadávací dokumentace / smlouvy – </w:t>
    </w:r>
    <w:r>
      <w:rPr>
        <w:rFonts w:ascii="Arial" w:hAnsi="Arial" w:cs="Arial"/>
        <w:b/>
        <w:sz w:val="18"/>
        <w:szCs w:val="18"/>
      </w:rPr>
      <w:t>Specifikace rozsahu pojistného krytí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40E3AF4"/>
    <w:multiLevelType w:val="hybridMultilevel"/>
    <w:tmpl w:val="9028BD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7370"/>
    <w:multiLevelType w:val="multilevel"/>
    <w:tmpl w:val="9FD2C580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71E4BF6"/>
    <w:multiLevelType w:val="hybridMultilevel"/>
    <w:tmpl w:val="D7F8D0D4"/>
    <w:lvl w:ilvl="0" w:tplc="F6D8852E">
      <w:start w:val="1"/>
      <w:numFmt w:val="bullet"/>
      <w:pStyle w:val="odrkazkladn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00223C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831FF"/>
    <w:multiLevelType w:val="hybridMultilevel"/>
    <w:tmpl w:val="860CF00E"/>
    <w:lvl w:ilvl="0" w:tplc="A768D8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F0D81"/>
    <w:multiLevelType w:val="hybridMultilevel"/>
    <w:tmpl w:val="BA7483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14B37"/>
    <w:multiLevelType w:val="hybridMultilevel"/>
    <w:tmpl w:val="1814296A"/>
    <w:lvl w:ilvl="0" w:tplc="1D1E8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B71B1"/>
    <w:multiLevelType w:val="hybridMultilevel"/>
    <w:tmpl w:val="175683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41D73"/>
    <w:multiLevelType w:val="hybridMultilevel"/>
    <w:tmpl w:val="0CB24B68"/>
    <w:lvl w:ilvl="0" w:tplc="381E6602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D3564"/>
    <w:multiLevelType w:val="hybridMultilevel"/>
    <w:tmpl w:val="4900EF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F5288"/>
    <w:multiLevelType w:val="hybridMultilevel"/>
    <w:tmpl w:val="E34C7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C3292"/>
    <w:multiLevelType w:val="hybridMultilevel"/>
    <w:tmpl w:val="B4C6A8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97D1E"/>
    <w:multiLevelType w:val="hybridMultilevel"/>
    <w:tmpl w:val="96A488F4"/>
    <w:lvl w:ilvl="0" w:tplc="45C6443E">
      <w:numFmt w:val="bullet"/>
      <w:lvlText w:val="-"/>
      <w:lvlJc w:val="left"/>
      <w:pPr>
        <w:ind w:left="1833" w:hanging="360"/>
      </w:pPr>
      <w:rPr>
        <w:rFonts w:ascii="Book Antiqua" w:eastAsia="Times New Roman" w:hAnsi="Book Antiqua" w:hint="default"/>
      </w:rPr>
    </w:lvl>
    <w:lvl w:ilvl="1" w:tplc="04050003">
      <w:start w:val="1"/>
      <w:numFmt w:val="decimal"/>
      <w:lvlText w:val="%2."/>
      <w:lvlJc w:val="left"/>
      <w:pPr>
        <w:tabs>
          <w:tab w:val="num" w:pos="2553"/>
        </w:tabs>
        <w:ind w:left="2553" w:hanging="360"/>
      </w:pPr>
    </w:lvl>
    <w:lvl w:ilvl="2" w:tplc="04050005">
      <w:start w:val="1"/>
      <w:numFmt w:val="decimal"/>
      <w:lvlText w:val="%3."/>
      <w:lvlJc w:val="left"/>
      <w:pPr>
        <w:tabs>
          <w:tab w:val="num" w:pos="3273"/>
        </w:tabs>
        <w:ind w:left="3273" w:hanging="360"/>
      </w:pPr>
    </w:lvl>
    <w:lvl w:ilvl="3" w:tplc="04050001">
      <w:start w:val="1"/>
      <w:numFmt w:val="decimal"/>
      <w:lvlText w:val="%4."/>
      <w:lvlJc w:val="left"/>
      <w:pPr>
        <w:tabs>
          <w:tab w:val="num" w:pos="3993"/>
        </w:tabs>
        <w:ind w:left="3993" w:hanging="360"/>
      </w:pPr>
    </w:lvl>
    <w:lvl w:ilvl="4" w:tplc="04050003">
      <w:start w:val="1"/>
      <w:numFmt w:val="decimal"/>
      <w:lvlText w:val="%5."/>
      <w:lvlJc w:val="left"/>
      <w:pPr>
        <w:tabs>
          <w:tab w:val="num" w:pos="4713"/>
        </w:tabs>
        <w:ind w:left="4713" w:hanging="360"/>
      </w:pPr>
    </w:lvl>
    <w:lvl w:ilvl="5" w:tplc="04050005">
      <w:start w:val="1"/>
      <w:numFmt w:val="decimal"/>
      <w:lvlText w:val="%6."/>
      <w:lvlJc w:val="left"/>
      <w:pPr>
        <w:tabs>
          <w:tab w:val="num" w:pos="5433"/>
        </w:tabs>
        <w:ind w:left="5433" w:hanging="360"/>
      </w:pPr>
    </w:lvl>
    <w:lvl w:ilvl="6" w:tplc="04050001">
      <w:start w:val="1"/>
      <w:numFmt w:val="decimal"/>
      <w:lvlText w:val="%7."/>
      <w:lvlJc w:val="left"/>
      <w:pPr>
        <w:tabs>
          <w:tab w:val="num" w:pos="6153"/>
        </w:tabs>
        <w:ind w:left="6153" w:hanging="360"/>
      </w:pPr>
    </w:lvl>
    <w:lvl w:ilvl="7" w:tplc="04050003">
      <w:start w:val="1"/>
      <w:numFmt w:val="decimal"/>
      <w:lvlText w:val="%8."/>
      <w:lvlJc w:val="left"/>
      <w:pPr>
        <w:tabs>
          <w:tab w:val="num" w:pos="6873"/>
        </w:tabs>
        <w:ind w:left="6873" w:hanging="360"/>
      </w:pPr>
    </w:lvl>
    <w:lvl w:ilvl="8" w:tplc="04050005">
      <w:start w:val="1"/>
      <w:numFmt w:val="decimal"/>
      <w:lvlText w:val="%9."/>
      <w:lvlJc w:val="left"/>
      <w:pPr>
        <w:tabs>
          <w:tab w:val="num" w:pos="7593"/>
        </w:tabs>
        <w:ind w:left="7593" w:hanging="360"/>
      </w:pPr>
    </w:lvl>
  </w:abstractNum>
  <w:abstractNum w:abstractNumId="13" w15:restartNumberingAfterBreak="0">
    <w:nsid w:val="226F3152"/>
    <w:multiLevelType w:val="multilevel"/>
    <w:tmpl w:val="E86AF2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6A8346C"/>
    <w:multiLevelType w:val="hybridMultilevel"/>
    <w:tmpl w:val="3C8E6546"/>
    <w:lvl w:ilvl="0" w:tplc="9ECCA682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D3A52"/>
    <w:multiLevelType w:val="hybridMultilevel"/>
    <w:tmpl w:val="CF08F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163F50"/>
    <w:multiLevelType w:val="multilevel"/>
    <w:tmpl w:val="E86AF2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A956432"/>
    <w:multiLevelType w:val="hybridMultilevel"/>
    <w:tmpl w:val="6E10FF78"/>
    <w:lvl w:ilvl="0" w:tplc="69F09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76070"/>
    <w:multiLevelType w:val="hybridMultilevel"/>
    <w:tmpl w:val="2B90AC5C"/>
    <w:lvl w:ilvl="0" w:tplc="865A8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AB0C0C"/>
    <w:multiLevelType w:val="hybridMultilevel"/>
    <w:tmpl w:val="57F0EFAE"/>
    <w:lvl w:ilvl="0" w:tplc="CCD219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03BBE"/>
    <w:multiLevelType w:val="hybridMultilevel"/>
    <w:tmpl w:val="36FA6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EA3251"/>
    <w:multiLevelType w:val="hybridMultilevel"/>
    <w:tmpl w:val="26E46C1C"/>
    <w:lvl w:ilvl="0" w:tplc="51E8BF44">
      <w:start w:val="300"/>
      <w:numFmt w:val="bullet"/>
      <w:lvlText w:val="-"/>
      <w:lvlJc w:val="left"/>
      <w:pPr>
        <w:ind w:left="41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2" w15:restartNumberingAfterBreak="0">
    <w:nsid w:val="31693721"/>
    <w:multiLevelType w:val="hybridMultilevel"/>
    <w:tmpl w:val="BA7483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025827"/>
    <w:multiLevelType w:val="hybridMultilevel"/>
    <w:tmpl w:val="AD287964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D2B6E"/>
    <w:multiLevelType w:val="hybridMultilevel"/>
    <w:tmpl w:val="FB9427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B6AE7"/>
    <w:multiLevelType w:val="multilevel"/>
    <w:tmpl w:val="E86AF2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97F7F8D"/>
    <w:multiLevelType w:val="multilevel"/>
    <w:tmpl w:val="E86AF2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CE567DF"/>
    <w:multiLevelType w:val="hybridMultilevel"/>
    <w:tmpl w:val="6166E7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2D1807"/>
    <w:multiLevelType w:val="hybridMultilevel"/>
    <w:tmpl w:val="BDA049A0"/>
    <w:lvl w:ilvl="0" w:tplc="ED2EB328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1D4E37"/>
    <w:multiLevelType w:val="hybridMultilevel"/>
    <w:tmpl w:val="175683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B3F14"/>
    <w:multiLevelType w:val="hybridMultilevel"/>
    <w:tmpl w:val="EC5AE86C"/>
    <w:lvl w:ilvl="0" w:tplc="898E826C">
      <w:start w:val="50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811358"/>
    <w:multiLevelType w:val="hybridMultilevel"/>
    <w:tmpl w:val="175683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C41A11"/>
    <w:multiLevelType w:val="hybridMultilevel"/>
    <w:tmpl w:val="827AE4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86A80"/>
    <w:multiLevelType w:val="hybridMultilevel"/>
    <w:tmpl w:val="DC90F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60C69"/>
    <w:multiLevelType w:val="hybridMultilevel"/>
    <w:tmpl w:val="21B0CB32"/>
    <w:lvl w:ilvl="0" w:tplc="7A209C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C765660"/>
    <w:multiLevelType w:val="hybridMultilevel"/>
    <w:tmpl w:val="EBB41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92314"/>
    <w:multiLevelType w:val="multilevel"/>
    <w:tmpl w:val="E86AF2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5DA12615"/>
    <w:multiLevelType w:val="hybridMultilevel"/>
    <w:tmpl w:val="F5D82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9770BC"/>
    <w:multiLevelType w:val="hybridMultilevel"/>
    <w:tmpl w:val="071E8816"/>
    <w:lvl w:ilvl="0" w:tplc="4D7846F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B57144"/>
    <w:multiLevelType w:val="hybridMultilevel"/>
    <w:tmpl w:val="0A1292F2"/>
    <w:lvl w:ilvl="0" w:tplc="7A209C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3526B4"/>
    <w:multiLevelType w:val="hybridMultilevel"/>
    <w:tmpl w:val="2696B7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B7DAF"/>
    <w:multiLevelType w:val="hybridMultilevel"/>
    <w:tmpl w:val="F320945A"/>
    <w:lvl w:ilvl="0" w:tplc="FFFFFFFF">
      <w:start w:val="1"/>
      <w:numFmt w:val="lowerRoman"/>
      <w:pStyle w:val="Zkladntextslovan3"/>
      <w:lvlText w:val="(%1)"/>
      <w:lvlJc w:val="left"/>
      <w:pPr>
        <w:tabs>
          <w:tab w:val="num" w:pos="2041"/>
        </w:tabs>
        <w:ind w:left="2041" w:hanging="680"/>
      </w:pPr>
      <w:rPr>
        <w:rFonts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8914B55"/>
    <w:multiLevelType w:val="hybridMultilevel"/>
    <w:tmpl w:val="5CC2E9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C868A7"/>
    <w:multiLevelType w:val="hybridMultilevel"/>
    <w:tmpl w:val="3A1A8898"/>
    <w:lvl w:ilvl="0" w:tplc="7A209C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AF1A1F"/>
    <w:multiLevelType w:val="multilevel"/>
    <w:tmpl w:val="FACE5998"/>
    <w:lvl w:ilvl="0">
      <w:start w:val="1"/>
      <w:numFmt w:val="decimal"/>
      <w:pStyle w:val="Textodstavce"/>
      <w:isLgl/>
      <w:lvlText w:val="(%1)"/>
      <w:lvlJc w:val="left"/>
      <w:pPr>
        <w:tabs>
          <w:tab w:val="num" w:pos="783"/>
        </w:tabs>
        <w:ind w:left="1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567"/>
        </w:tabs>
        <w:ind w:left="567" w:hanging="425"/>
      </w:pPr>
      <w:rPr>
        <w:vertAlign w:val="baseline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5"/>
      </w:pPr>
    </w:lvl>
    <w:lvl w:ilvl="3">
      <w:start w:val="1"/>
      <w:numFmt w:val="decimal"/>
      <w:lvlText w:val="(%4)"/>
      <w:lvlJc w:val="left"/>
      <w:pPr>
        <w:tabs>
          <w:tab w:val="num" w:pos="1441"/>
        </w:tabs>
        <w:ind w:left="1441" w:hanging="360"/>
      </w:pPr>
    </w:lvl>
    <w:lvl w:ilvl="4">
      <w:start w:val="1"/>
      <w:numFmt w:val="lowerLetter"/>
      <w:lvlText w:val="(%5)"/>
      <w:lvlJc w:val="left"/>
      <w:pPr>
        <w:tabs>
          <w:tab w:val="num" w:pos="1801"/>
        </w:tabs>
        <w:ind w:left="1801" w:hanging="360"/>
      </w:pPr>
    </w:lvl>
    <w:lvl w:ilvl="5">
      <w:start w:val="1"/>
      <w:numFmt w:val="lowerRoman"/>
      <w:lvlText w:val="(%6)"/>
      <w:lvlJc w:val="left"/>
      <w:pPr>
        <w:tabs>
          <w:tab w:val="num" w:pos="2521"/>
        </w:tabs>
        <w:ind w:left="2161" w:hanging="360"/>
      </w:pPr>
    </w:lvl>
    <w:lvl w:ilvl="6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</w:lvl>
    <w:lvl w:ilvl="7">
      <w:start w:val="1"/>
      <w:numFmt w:val="lowerLetter"/>
      <w:lvlText w:val="%8."/>
      <w:lvlJc w:val="left"/>
      <w:pPr>
        <w:tabs>
          <w:tab w:val="num" w:pos="2881"/>
        </w:tabs>
        <w:ind w:left="2881" w:hanging="360"/>
      </w:pPr>
    </w:lvl>
    <w:lvl w:ilvl="8">
      <w:start w:val="1"/>
      <w:numFmt w:val="lowerRoman"/>
      <w:lvlText w:val="%9."/>
      <w:lvlJc w:val="left"/>
      <w:pPr>
        <w:tabs>
          <w:tab w:val="num" w:pos="3601"/>
        </w:tabs>
        <w:ind w:left="3241" w:hanging="360"/>
      </w:pPr>
    </w:lvl>
  </w:abstractNum>
  <w:abstractNum w:abstractNumId="45" w15:restartNumberingAfterBreak="0">
    <w:nsid w:val="6B210CCD"/>
    <w:multiLevelType w:val="hybridMultilevel"/>
    <w:tmpl w:val="6F662E0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6A7922"/>
    <w:multiLevelType w:val="hybridMultilevel"/>
    <w:tmpl w:val="D3D42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C01630"/>
    <w:multiLevelType w:val="hybridMultilevel"/>
    <w:tmpl w:val="31C6CFEC"/>
    <w:lvl w:ilvl="0" w:tplc="D7D23BA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525372"/>
    <w:multiLevelType w:val="multilevel"/>
    <w:tmpl w:val="63D8F0D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49" w15:restartNumberingAfterBreak="0">
    <w:nsid w:val="7B984E86"/>
    <w:multiLevelType w:val="hybridMultilevel"/>
    <w:tmpl w:val="25383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0"/>
  </w:num>
  <w:num w:numId="5">
    <w:abstractNumId w:val="47"/>
  </w:num>
  <w:num w:numId="6">
    <w:abstractNumId w:val="28"/>
  </w:num>
  <w:num w:numId="7">
    <w:abstractNumId w:val="9"/>
  </w:num>
  <w:num w:numId="8">
    <w:abstractNumId w:val="25"/>
  </w:num>
  <w:num w:numId="9">
    <w:abstractNumId w:val="21"/>
  </w:num>
  <w:num w:numId="10">
    <w:abstractNumId w:val="19"/>
  </w:num>
  <w:num w:numId="11">
    <w:abstractNumId w:val="4"/>
  </w:num>
  <w:num w:numId="12">
    <w:abstractNumId w:val="3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42"/>
  </w:num>
  <w:num w:numId="16">
    <w:abstractNumId w:val="27"/>
  </w:num>
  <w:num w:numId="17">
    <w:abstractNumId w:val="10"/>
  </w:num>
  <w:num w:numId="18">
    <w:abstractNumId w:val="46"/>
  </w:num>
  <w:num w:numId="19">
    <w:abstractNumId w:val="48"/>
  </w:num>
  <w:num w:numId="20">
    <w:abstractNumId w:val="11"/>
  </w:num>
  <w:num w:numId="21">
    <w:abstractNumId w:val="17"/>
  </w:num>
  <w:num w:numId="22">
    <w:abstractNumId w:val="34"/>
  </w:num>
  <w:num w:numId="23">
    <w:abstractNumId w:val="23"/>
  </w:num>
  <w:num w:numId="24">
    <w:abstractNumId w:val="43"/>
  </w:num>
  <w:num w:numId="25">
    <w:abstractNumId w:val="39"/>
  </w:num>
  <w:num w:numId="26">
    <w:abstractNumId w:val="5"/>
  </w:num>
  <w:num w:numId="27">
    <w:abstractNumId w:val="16"/>
  </w:num>
  <w:num w:numId="28">
    <w:abstractNumId w:val="45"/>
  </w:num>
  <w:num w:numId="29">
    <w:abstractNumId w:val="1"/>
  </w:num>
  <w:num w:numId="30">
    <w:abstractNumId w:val="13"/>
  </w:num>
  <w:num w:numId="31">
    <w:abstractNumId w:val="37"/>
  </w:num>
  <w:num w:numId="32">
    <w:abstractNumId w:val="35"/>
  </w:num>
  <w:num w:numId="33">
    <w:abstractNumId w:val="49"/>
  </w:num>
  <w:num w:numId="34">
    <w:abstractNumId w:val="6"/>
  </w:num>
  <w:num w:numId="35">
    <w:abstractNumId w:val="36"/>
  </w:num>
  <w:num w:numId="36">
    <w:abstractNumId w:val="15"/>
  </w:num>
  <w:num w:numId="37">
    <w:abstractNumId w:val="32"/>
  </w:num>
  <w:num w:numId="38">
    <w:abstractNumId w:val="24"/>
  </w:num>
  <w:num w:numId="39">
    <w:abstractNumId w:val="30"/>
  </w:num>
  <w:num w:numId="40">
    <w:abstractNumId w:val="22"/>
  </w:num>
  <w:num w:numId="41">
    <w:abstractNumId w:val="26"/>
  </w:num>
  <w:num w:numId="42">
    <w:abstractNumId w:val="31"/>
  </w:num>
  <w:num w:numId="43">
    <w:abstractNumId w:val="29"/>
  </w:num>
  <w:num w:numId="44">
    <w:abstractNumId w:val="8"/>
  </w:num>
  <w:num w:numId="45">
    <w:abstractNumId w:val="18"/>
  </w:num>
  <w:num w:numId="46">
    <w:abstractNumId w:val="14"/>
  </w:num>
  <w:num w:numId="47">
    <w:abstractNumId w:val="2"/>
  </w:num>
  <w:num w:numId="48">
    <w:abstractNumId w:val="33"/>
  </w:num>
  <w:num w:numId="49">
    <w:abstractNumId w:val="3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62"/>
    <w:rsid w:val="00000910"/>
    <w:rsid w:val="0000099D"/>
    <w:rsid w:val="00001C42"/>
    <w:rsid w:val="00003D39"/>
    <w:rsid w:val="00007D4D"/>
    <w:rsid w:val="000140E7"/>
    <w:rsid w:val="000147C9"/>
    <w:rsid w:val="00015488"/>
    <w:rsid w:val="000240BB"/>
    <w:rsid w:val="00027975"/>
    <w:rsid w:val="00027CA2"/>
    <w:rsid w:val="00031CCE"/>
    <w:rsid w:val="00032F7D"/>
    <w:rsid w:val="00033DFE"/>
    <w:rsid w:val="000356D0"/>
    <w:rsid w:val="00037AAF"/>
    <w:rsid w:val="00037CE9"/>
    <w:rsid w:val="00041C56"/>
    <w:rsid w:val="00043CB2"/>
    <w:rsid w:val="00044544"/>
    <w:rsid w:val="00047947"/>
    <w:rsid w:val="0005024E"/>
    <w:rsid w:val="00051561"/>
    <w:rsid w:val="000552F9"/>
    <w:rsid w:val="0006282D"/>
    <w:rsid w:val="00063E63"/>
    <w:rsid w:val="00063F64"/>
    <w:rsid w:val="00065E5A"/>
    <w:rsid w:val="00071EDB"/>
    <w:rsid w:val="00072230"/>
    <w:rsid w:val="000762D0"/>
    <w:rsid w:val="00076698"/>
    <w:rsid w:val="000802A9"/>
    <w:rsid w:val="00080C2D"/>
    <w:rsid w:val="00080EF0"/>
    <w:rsid w:val="000815C5"/>
    <w:rsid w:val="000840CB"/>
    <w:rsid w:val="00084F27"/>
    <w:rsid w:val="00085E33"/>
    <w:rsid w:val="0008742F"/>
    <w:rsid w:val="00092EC1"/>
    <w:rsid w:val="00093EA7"/>
    <w:rsid w:val="00096768"/>
    <w:rsid w:val="00097B5B"/>
    <w:rsid w:val="000A1DE0"/>
    <w:rsid w:val="000A2226"/>
    <w:rsid w:val="000A7752"/>
    <w:rsid w:val="000B0C81"/>
    <w:rsid w:val="000B2BD1"/>
    <w:rsid w:val="000B3772"/>
    <w:rsid w:val="000C3BA8"/>
    <w:rsid w:val="000C7241"/>
    <w:rsid w:val="000C77F1"/>
    <w:rsid w:val="000D0591"/>
    <w:rsid w:val="000D10A8"/>
    <w:rsid w:val="000D2C58"/>
    <w:rsid w:val="000D31C2"/>
    <w:rsid w:val="000D47B8"/>
    <w:rsid w:val="000D616A"/>
    <w:rsid w:val="000D675E"/>
    <w:rsid w:val="000D76E3"/>
    <w:rsid w:val="000D7A2C"/>
    <w:rsid w:val="000D7EAF"/>
    <w:rsid w:val="000E1A33"/>
    <w:rsid w:val="000E5E09"/>
    <w:rsid w:val="000E682C"/>
    <w:rsid w:val="000E721B"/>
    <w:rsid w:val="000F045B"/>
    <w:rsid w:val="000F4166"/>
    <w:rsid w:val="000F55D8"/>
    <w:rsid w:val="000F7544"/>
    <w:rsid w:val="00100776"/>
    <w:rsid w:val="0010079C"/>
    <w:rsid w:val="0010409F"/>
    <w:rsid w:val="00106249"/>
    <w:rsid w:val="00106BD5"/>
    <w:rsid w:val="001071A2"/>
    <w:rsid w:val="001158CD"/>
    <w:rsid w:val="00116FE1"/>
    <w:rsid w:val="00120717"/>
    <w:rsid w:val="00121E22"/>
    <w:rsid w:val="00122181"/>
    <w:rsid w:val="00123B03"/>
    <w:rsid w:val="0012592C"/>
    <w:rsid w:val="0013080C"/>
    <w:rsid w:val="0013284A"/>
    <w:rsid w:val="001367A7"/>
    <w:rsid w:val="00137222"/>
    <w:rsid w:val="00140F61"/>
    <w:rsid w:val="00147114"/>
    <w:rsid w:val="00147DA3"/>
    <w:rsid w:val="00150BDA"/>
    <w:rsid w:val="00150F8A"/>
    <w:rsid w:val="001520B4"/>
    <w:rsid w:val="00154054"/>
    <w:rsid w:val="00156674"/>
    <w:rsid w:val="00157AE6"/>
    <w:rsid w:val="0016168C"/>
    <w:rsid w:val="001715C3"/>
    <w:rsid w:val="0017163A"/>
    <w:rsid w:val="0017221C"/>
    <w:rsid w:val="00175800"/>
    <w:rsid w:val="00175DD4"/>
    <w:rsid w:val="001764B3"/>
    <w:rsid w:val="001772BC"/>
    <w:rsid w:val="001779A0"/>
    <w:rsid w:val="001811DD"/>
    <w:rsid w:val="00181828"/>
    <w:rsid w:val="001828B4"/>
    <w:rsid w:val="00185F94"/>
    <w:rsid w:val="00190BF0"/>
    <w:rsid w:val="00190C2D"/>
    <w:rsid w:val="0019295C"/>
    <w:rsid w:val="00194A39"/>
    <w:rsid w:val="001A525F"/>
    <w:rsid w:val="001A7AAE"/>
    <w:rsid w:val="001B251F"/>
    <w:rsid w:val="001B653C"/>
    <w:rsid w:val="001C0694"/>
    <w:rsid w:val="001C1C9A"/>
    <w:rsid w:val="001C2A96"/>
    <w:rsid w:val="001C5FFF"/>
    <w:rsid w:val="001C7855"/>
    <w:rsid w:val="001D6C3C"/>
    <w:rsid w:val="001E3A9F"/>
    <w:rsid w:val="001E5FF3"/>
    <w:rsid w:val="001E6E8F"/>
    <w:rsid w:val="001F434A"/>
    <w:rsid w:val="002005D0"/>
    <w:rsid w:val="00203520"/>
    <w:rsid w:val="0021043B"/>
    <w:rsid w:val="00217926"/>
    <w:rsid w:val="00220C69"/>
    <w:rsid w:val="00225BD0"/>
    <w:rsid w:val="00225CB2"/>
    <w:rsid w:val="00226C33"/>
    <w:rsid w:val="002365FB"/>
    <w:rsid w:val="00236EA5"/>
    <w:rsid w:val="0024204F"/>
    <w:rsid w:val="00242BBE"/>
    <w:rsid w:val="002431DD"/>
    <w:rsid w:val="002447F8"/>
    <w:rsid w:val="0025143F"/>
    <w:rsid w:val="00251A83"/>
    <w:rsid w:val="00251DA1"/>
    <w:rsid w:val="002540B9"/>
    <w:rsid w:val="0025449D"/>
    <w:rsid w:val="0026185C"/>
    <w:rsid w:val="0026586D"/>
    <w:rsid w:val="002702A6"/>
    <w:rsid w:val="00273F1A"/>
    <w:rsid w:val="00287FB5"/>
    <w:rsid w:val="00290CBB"/>
    <w:rsid w:val="00290E22"/>
    <w:rsid w:val="00293CCC"/>
    <w:rsid w:val="00294D62"/>
    <w:rsid w:val="0029525D"/>
    <w:rsid w:val="002A04EF"/>
    <w:rsid w:val="002A0D89"/>
    <w:rsid w:val="002A2EAB"/>
    <w:rsid w:val="002A3175"/>
    <w:rsid w:val="002A341D"/>
    <w:rsid w:val="002A5DD2"/>
    <w:rsid w:val="002B2A1E"/>
    <w:rsid w:val="002B37F6"/>
    <w:rsid w:val="002B4659"/>
    <w:rsid w:val="002B4BD0"/>
    <w:rsid w:val="002C2FF3"/>
    <w:rsid w:val="002C3EDE"/>
    <w:rsid w:val="002C79FF"/>
    <w:rsid w:val="002D13AD"/>
    <w:rsid w:val="002E2839"/>
    <w:rsid w:val="002F0635"/>
    <w:rsid w:val="002F170A"/>
    <w:rsid w:val="002F3072"/>
    <w:rsid w:val="002F5E42"/>
    <w:rsid w:val="00301B04"/>
    <w:rsid w:val="0030254C"/>
    <w:rsid w:val="0030274C"/>
    <w:rsid w:val="00305797"/>
    <w:rsid w:val="003077E9"/>
    <w:rsid w:val="0031342B"/>
    <w:rsid w:val="00313525"/>
    <w:rsid w:val="00315929"/>
    <w:rsid w:val="00322633"/>
    <w:rsid w:val="00323048"/>
    <w:rsid w:val="00330254"/>
    <w:rsid w:val="00332051"/>
    <w:rsid w:val="00332C1E"/>
    <w:rsid w:val="00333ADB"/>
    <w:rsid w:val="003358E7"/>
    <w:rsid w:val="003363A0"/>
    <w:rsid w:val="003400D0"/>
    <w:rsid w:val="00344740"/>
    <w:rsid w:val="00344D20"/>
    <w:rsid w:val="00344ECB"/>
    <w:rsid w:val="0034594E"/>
    <w:rsid w:val="00352132"/>
    <w:rsid w:val="00353B69"/>
    <w:rsid w:val="00354D93"/>
    <w:rsid w:val="00355FB7"/>
    <w:rsid w:val="00364E07"/>
    <w:rsid w:val="00370DDF"/>
    <w:rsid w:val="00371AE9"/>
    <w:rsid w:val="00371D2B"/>
    <w:rsid w:val="00383ACA"/>
    <w:rsid w:val="00384B5D"/>
    <w:rsid w:val="003918B1"/>
    <w:rsid w:val="00391EF8"/>
    <w:rsid w:val="00392D3E"/>
    <w:rsid w:val="003938ED"/>
    <w:rsid w:val="003952EC"/>
    <w:rsid w:val="0039604A"/>
    <w:rsid w:val="00396852"/>
    <w:rsid w:val="003A0ED7"/>
    <w:rsid w:val="003A2545"/>
    <w:rsid w:val="003A2DC8"/>
    <w:rsid w:val="003A77A7"/>
    <w:rsid w:val="003B3655"/>
    <w:rsid w:val="003B4A59"/>
    <w:rsid w:val="003B4DF3"/>
    <w:rsid w:val="003B578F"/>
    <w:rsid w:val="003B5AC0"/>
    <w:rsid w:val="003C0AAB"/>
    <w:rsid w:val="003C17F0"/>
    <w:rsid w:val="003C3074"/>
    <w:rsid w:val="003C3BD4"/>
    <w:rsid w:val="003D3EE3"/>
    <w:rsid w:val="003D6AF4"/>
    <w:rsid w:val="003D70F2"/>
    <w:rsid w:val="003D7BA1"/>
    <w:rsid w:val="003E03A2"/>
    <w:rsid w:val="003E0BDF"/>
    <w:rsid w:val="003E1E66"/>
    <w:rsid w:val="003E4376"/>
    <w:rsid w:val="003E608B"/>
    <w:rsid w:val="003E7148"/>
    <w:rsid w:val="003F0238"/>
    <w:rsid w:val="003F2F0B"/>
    <w:rsid w:val="003F3ADB"/>
    <w:rsid w:val="003F6015"/>
    <w:rsid w:val="004014BF"/>
    <w:rsid w:val="00401DAB"/>
    <w:rsid w:val="004038A6"/>
    <w:rsid w:val="004079EF"/>
    <w:rsid w:val="00407A60"/>
    <w:rsid w:val="004150F1"/>
    <w:rsid w:val="0041601E"/>
    <w:rsid w:val="00417A36"/>
    <w:rsid w:val="00426E60"/>
    <w:rsid w:val="004309D0"/>
    <w:rsid w:val="0043168E"/>
    <w:rsid w:val="00431CB8"/>
    <w:rsid w:val="00434053"/>
    <w:rsid w:val="0043573A"/>
    <w:rsid w:val="00447480"/>
    <w:rsid w:val="00450BFA"/>
    <w:rsid w:val="00452477"/>
    <w:rsid w:val="0045402A"/>
    <w:rsid w:val="00456F44"/>
    <w:rsid w:val="00467F17"/>
    <w:rsid w:val="004706CE"/>
    <w:rsid w:val="00473F6B"/>
    <w:rsid w:val="00476211"/>
    <w:rsid w:val="004765BC"/>
    <w:rsid w:val="00476A13"/>
    <w:rsid w:val="00476E99"/>
    <w:rsid w:val="0047767A"/>
    <w:rsid w:val="00480D61"/>
    <w:rsid w:val="004858C2"/>
    <w:rsid w:val="004906E5"/>
    <w:rsid w:val="00491BBC"/>
    <w:rsid w:val="004936B7"/>
    <w:rsid w:val="004946DA"/>
    <w:rsid w:val="004958C9"/>
    <w:rsid w:val="00496D31"/>
    <w:rsid w:val="004A2AB5"/>
    <w:rsid w:val="004A2DED"/>
    <w:rsid w:val="004A470C"/>
    <w:rsid w:val="004B0E1E"/>
    <w:rsid w:val="004B1AA9"/>
    <w:rsid w:val="004B1D56"/>
    <w:rsid w:val="004B7DF5"/>
    <w:rsid w:val="004D4E47"/>
    <w:rsid w:val="004D5018"/>
    <w:rsid w:val="004E1468"/>
    <w:rsid w:val="004E3670"/>
    <w:rsid w:val="004F57AC"/>
    <w:rsid w:val="004F665D"/>
    <w:rsid w:val="00502F7E"/>
    <w:rsid w:val="00504B71"/>
    <w:rsid w:val="00504D19"/>
    <w:rsid w:val="00505EC6"/>
    <w:rsid w:val="0050640B"/>
    <w:rsid w:val="00506611"/>
    <w:rsid w:val="00511734"/>
    <w:rsid w:val="00516FAD"/>
    <w:rsid w:val="005202B7"/>
    <w:rsid w:val="005226BF"/>
    <w:rsid w:val="00524A2A"/>
    <w:rsid w:val="00525C56"/>
    <w:rsid w:val="00532573"/>
    <w:rsid w:val="00534DB0"/>
    <w:rsid w:val="00536F44"/>
    <w:rsid w:val="00537251"/>
    <w:rsid w:val="00542D2A"/>
    <w:rsid w:val="0055658C"/>
    <w:rsid w:val="005623CD"/>
    <w:rsid w:val="00563CB6"/>
    <w:rsid w:val="00563D25"/>
    <w:rsid w:val="005667F2"/>
    <w:rsid w:val="00566A4E"/>
    <w:rsid w:val="00570DE7"/>
    <w:rsid w:val="005711B8"/>
    <w:rsid w:val="00575850"/>
    <w:rsid w:val="00577A2E"/>
    <w:rsid w:val="005823D2"/>
    <w:rsid w:val="00584EA1"/>
    <w:rsid w:val="00584FF0"/>
    <w:rsid w:val="00591CA7"/>
    <w:rsid w:val="005A13B3"/>
    <w:rsid w:val="005A3FAF"/>
    <w:rsid w:val="005A47E1"/>
    <w:rsid w:val="005A6B14"/>
    <w:rsid w:val="005B6AA3"/>
    <w:rsid w:val="005C645A"/>
    <w:rsid w:val="005C7A9D"/>
    <w:rsid w:val="005C7B71"/>
    <w:rsid w:val="005D3006"/>
    <w:rsid w:val="005D42A8"/>
    <w:rsid w:val="005D52EB"/>
    <w:rsid w:val="005E1480"/>
    <w:rsid w:val="005E1F23"/>
    <w:rsid w:val="005E3278"/>
    <w:rsid w:val="005F0779"/>
    <w:rsid w:val="005F15DB"/>
    <w:rsid w:val="005F1689"/>
    <w:rsid w:val="005F16B6"/>
    <w:rsid w:val="005F404F"/>
    <w:rsid w:val="005F6CA2"/>
    <w:rsid w:val="005F7226"/>
    <w:rsid w:val="006049A1"/>
    <w:rsid w:val="006068CC"/>
    <w:rsid w:val="006078B4"/>
    <w:rsid w:val="00612A94"/>
    <w:rsid w:val="00616A90"/>
    <w:rsid w:val="006203BD"/>
    <w:rsid w:val="00624ABE"/>
    <w:rsid w:val="00627A93"/>
    <w:rsid w:val="00631273"/>
    <w:rsid w:val="00631D87"/>
    <w:rsid w:val="00631DE9"/>
    <w:rsid w:val="00632F36"/>
    <w:rsid w:val="00634C91"/>
    <w:rsid w:val="00634D1B"/>
    <w:rsid w:val="00636FB6"/>
    <w:rsid w:val="00637105"/>
    <w:rsid w:val="00637F9A"/>
    <w:rsid w:val="00640724"/>
    <w:rsid w:val="00640A2F"/>
    <w:rsid w:val="00640B10"/>
    <w:rsid w:val="00641AA0"/>
    <w:rsid w:val="00641BFA"/>
    <w:rsid w:val="00645B3E"/>
    <w:rsid w:val="00651A43"/>
    <w:rsid w:val="006624EA"/>
    <w:rsid w:val="006632BD"/>
    <w:rsid w:val="00663EAE"/>
    <w:rsid w:val="0066535C"/>
    <w:rsid w:val="00665E44"/>
    <w:rsid w:val="00670C32"/>
    <w:rsid w:val="006738A2"/>
    <w:rsid w:val="00693DEF"/>
    <w:rsid w:val="00694CE5"/>
    <w:rsid w:val="006A267C"/>
    <w:rsid w:val="006A4419"/>
    <w:rsid w:val="006A7E4E"/>
    <w:rsid w:val="006B4060"/>
    <w:rsid w:val="006B7FA5"/>
    <w:rsid w:val="006C434B"/>
    <w:rsid w:val="006C5713"/>
    <w:rsid w:val="006C7C93"/>
    <w:rsid w:val="006D0CA1"/>
    <w:rsid w:val="006D1565"/>
    <w:rsid w:val="006D2443"/>
    <w:rsid w:val="006D3AE3"/>
    <w:rsid w:val="006D720C"/>
    <w:rsid w:val="006E2078"/>
    <w:rsid w:val="006E24B5"/>
    <w:rsid w:val="006E4238"/>
    <w:rsid w:val="006E6551"/>
    <w:rsid w:val="006E6D72"/>
    <w:rsid w:val="006F0253"/>
    <w:rsid w:val="0070006D"/>
    <w:rsid w:val="007008F8"/>
    <w:rsid w:val="00701195"/>
    <w:rsid w:val="007016AE"/>
    <w:rsid w:val="00703A39"/>
    <w:rsid w:val="00704E37"/>
    <w:rsid w:val="00712388"/>
    <w:rsid w:val="00717654"/>
    <w:rsid w:val="00724ADB"/>
    <w:rsid w:val="00731C48"/>
    <w:rsid w:val="00735684"/>
    <w:rsid w:val="00737F5C"/>
    <w:rsid w:val="00741BA3"/>
    <w:rsid w:val="00744E54"/>
    <w:rsid w:val="0075523F"/>
    <w:rsid w:val="00755E79"/>
    <w:rsid w:val="00756E7A"/>
    <w:rsid w:val="007579D4"/>
    <w:rsid w:val="0076327D"/>
    <w:rsid w:val="00767000"/>
    <w:rsid w:val="00770421"/>
    <w:rsid w:val="0077257B"/>
    <w:rsid w:val="0077779C"/>
    <w:rsid w:val="00777FA8"/>
    <w:rsid w:val="00781764"/>
    <w:rsid w:val="00784B89"/>
    <w:rsid w:val="007852EB"/>
    <w:rsid w:val="007877B2"/>
    <w:rsid w:val="007925FD"/>
    <w:rsid w:val="00796386"/>
    <w:rsid w:val="00797261"/>
    <w:rsid w:val="007A1257"/>
    <w:rsid w:val="007A2A96"/>
    <w:rsid w:val="007A311E"/>
    <w:rsid w:val="007A6A20"/>
    <w:rsid w:val="007A6CA0"/>
    <w:rsid w:val="007A75FF"/>
    <w:rsid w:val="007B2D97"/>
    <w:rsid w:val="007B4DB0"/>
    <w:rsid w:val="007B7DC8"/>
    <w:rsid w:val="007C1949"/>
    <w:rsid w:val="007C5AD8"/>
    <w:rsid w:val="007C7009"/>
    <w:rsid w:val="007D0C5E"/>
    <w:rsid w:val="007D22D3"/>
    <w:rsid w:val="007D3C7E"/>
    <w:rsid w:val="007D571D"/>
    <w:rsid w:val="007E1539"/>
    <w:rsid w:val="007F1B42"/>
    <w:rsid w:val="007F1D3A"/>
    <w:rsid w:val="007F26D2"/>
    <w:rsid w:val="008002F5"/>
    <w:rsid w:val="008012A7"/>
    <w:rsid w:val="008014B6"/>
    <w:rsid w:val="0080321E"/>
    <w:rsid w:val="00805392"/>
    <w:rsid w:val="00810523"/>
    <w:rsid w:val="008110DD"/>
    <w:rsid w:val="0081499D"/>
    <w:rsid w:val="00815F38"/>
    <w:rsid w:val="00816C1C"/>
    <w:rsid w:val="00817285"/>
    <w:rsid w:val="00817613"/>
    <w:rsid w:val="008213DD"/>
    <w:rsid w:val="00824CC8"/>
    <w:rsid w:val="00827D3A"/>
    <w:rsid w:val="00827D7E"/>
    <w:rsid w:val="00834760"/>
    <w:rsid w:val="00837717"/>
    <w:rsid w:val="00841EBD"/>
    <w:rsid w:val="00845A4F"/>
    <w:rsid w:val="00845A9B"/>
    <w:rsid w:val="0085197C"/>
    <w:rsid w:val="00855AAC"/>
    <w:rsid w:val="0085628B"/>
    <w:rsid w:val="008616EB"/>
    <w:rsid w:val="00863A21"/>
    <w:rsid w:val="00863B86"/>
    <w:rsid w:val="00866ADC"/>
    <w:rsid w:val="00871208"/>
    <w:rsid w:val="008740FD"/>
    <w:rsid w:val="008741AB"/>
    <w:rsid w:val="0088236B"/>
    <w:rsid w:val="00884E8E"/>
    <w:rsid w:val="008859EB"/>
    <w:rsid w:val="00885EA3"/>
    <w:rsid w:val="008872F3"/>
    <w:rsid w:val="008879DB"/>
    <w:rsid w:val="00891670"/>
    <w:rsid w:val="00897C36"/>
    <w:rsid w:val="00897E09"/>
    <w:rsid w:val="008A1B75"/>
    <w:rsid w:val="008A3242"/>
    <w:rsid w:val="008A4A4F"/>
    <w:rsid w:val="008A6770"/>
    <w:rsid w:val="008A7883"/>
    <w:rsid w:val="008B78B6"/>
    <w:rsid w:val="008C2B90"/>
    <w:rsid w:val="008C30BD"/>
    <w:rsid w:val="008C3B80"/>
    <w:rsid w:val="008C3DFA"/>
    <w:rsid w:val="008C4674"/>
    <w:rsid w:val="008D1AD6"/>
    <w:rsid w:val="008D3197"/>
    <w:rsid w:val="008E0F71"/>
    <w:rsid w:val="008E1F20"/>
    <w:rsid w:val="008E39BB"/>
    <w:rsid w:val="008E4463"/>
    <w:rsid w:val="008F44EE"/>
    <w:rsid w:val="0090008E"/>
    <w:rsid w:val="009001C6"/>
    <w:rsid w:val="009004EF"/>
    <w:rsid w:val="00903947"/>
    <w:rsid w:val="00905332"/>
    <w:rsid w:val="00905C81"/>
    <w:rsid w:val="009117D9"/>
    <w:rsid w:val="009132CF"/>
    <w:rsid w:val="009168D6"/>
    <w:rsid w:val="00920948"/>
    <w:rsid w:val="00920CA1"/>
    <w:rsid w:val="00924B0C"/>
    <w:rsid w:val="0093002D"/>
    <w:rsid w:val="00934718"/>
    <w:rsid w:val="00936F43"/>
    <w:rsid w:val="00941D49"/>
    <w:rsid w:val="00943EC3"/>
    <w:rsid w:val="009459EF"/>
    <w:rsid w:val="00945B86"/>
    <w:rsid w:val="00951A47"/>
    <w:rsid w:val="00954DC4"/>
    <w:rsid w:val="00955FBD"/>
    <w:rsid w:val="0096481C"/>
    <w:rsid w:val="0096592C"/>
    <w:rsid w:val="00971357"/>
    <w:rsid w:val="009768E9"/>
    <w:rsid w:val="009778F6"/>
    <w:rsid w:val="0098008A"/>
    <w:rsid w:val="00982804"/>
    <w:rsid w:val="00985B96"/>
    <w:rsid w:val="00993B1D"/>
    <w:rsid w:val="009950F4"/>
    <w:rsid w:val="009A0DEB"/>
    <w:rsid w:val="009A1929"/>
    <w:rsid w:val="009A5C9E"/>
    <w:rsid w:val="009A6FD8"/>
    <w:rsid w:val="009A761C"/>
    <w:rsid w:val="009A7707"/>
    <w:rsid w:val="009B1402"/>
    <w:rsid w:val="009B1EF1"/>
    <w:rsid w:val="009B313A"/>
    <w:rsid w:val="009B51BD"/>
    <w:rsid w:val="009B6062"/>
    <w:rsid w:val="009C0712"/>
    <w:rsid w:val="009C1D75"/>
    <w:rsid w:val="009C3C02"/>
    <w:rsid w:val="009C7A8B"/>
    <w:rsid w:val="009C7F0E"/>
    <w:rsid w:val="009D2400"/>
    <w:rsid w:val="009D4DD4"/>
    <w:rsid w:val="009E00CE"/>
    <w:rsid w:val="009E3DA3"/>
    <w:rsid w:val="009E40C0"/>
    <w:rsid w:val="009F2736"/>
    <w:rsid w:val="009F3714"/>
    <w:rsid w:val="009F3CD1"/>
    <w:rsid w:val="00A03245"/>
    <w:rsid w:val="00A04C59"/>
    <w:rsid w:val="00A0502C"/>
    <w:rsid w:val="00A0560B"/>
    <w:rsid w:val="00A05CE6"/>
    <w:rsid w:val="00A07318"/>
    <w:rsid w:val="00A10C70"/>
    <w:rsid w:val="00A179AD"/>
    <w:rsid w:val="00A17CF2"/>
    <w:rsid w:val="00A23684"/>
    <w:rsid w:val="00A2570D"/>
    <w:rsid w:val="00A262D7"/>
    <w:rsid w:val="00A3623E"/>
    <w:rsid w:val="00A42E7C"/>
    <w:rsid w:val="00A438DA"/>
    <w:rsid w:val="00A442F1"/>
    <w:rsid w:val="00A44D2B"/>
    <w:rsid w:val="00A51D46"/>
    <w:rsid w:val="00A55337"/>
    <w:rsid w:val="00A555FC"/>
    <w:rsid w:val="00A56176"/>
    <w:rsid w:val="00A565DA"/>
    <w:rsid w:val="00A56A4B"/>
    <w:rsid w:val="00A56AFD"/>
    <w:rsid w:val="00A60864"/>
    <w:rsid w:val="00A63B0A"/>
    <w:rsid w:val="00A649AE"/>
    <w:rsid w:val="00A7264A"/>
    <w:rsid w:val="00A74000"/>
    <w:rsid w:val="00A81EF2"/>
    <w:rsid w:val="00A844A8"/>
    <w:rsid w:val="00A8470F"/>
    <w:rsid w:val="00A85BA4"/>
    <w:rsid w:val="00A904EF"/>
    <w:rsid w:val="00A9397A"/>
    <w:rsid w:val="00A93B60"/>
    <w:rsid w:val="00A94C30"/>
    <w:rsid w:val="00A95832"/>
    <w:rsid w:val="00AA1237"/>
    <w:rsid w:val="00AA179F"/>
    <w:rsid w:val="00AA1809"/>
    <w:rsid w:val="00AA3966"/>
    <w:rsid w:val="00AA7BA7"/>
    <w:rsid w:val="00AB0971"/>
    <w:rsid w:val="00AB31A5"/>
    <w:rsid w:val="00AB52E3"/>
    <w:rsid w:val="00AB71C6"/>
    <w:rsid w:val="00AC02F7"/>
    <w:rsid w:val="00AC0D95"/>
    <w:rsid w:val="00AC3708"/>
    <w:rsid w:val="00AC5293"/>
    <w:rsid w:val="00AC5742"/>
    <w:rsid w:val="00AC656B"/>
    <w:rsid w:val="00AD1479"/>
    <w:rsid w:val="00AD1D31"/>
    <w:rsid w:val="00AD4C36"/>
    <w:rsid w:val="00AD5B28"/>
    <w:rsid w:val="00AD67CD"/>
    <w:rsid w:val="00AD71E1"/>
    <w:rsid w:val="00AD76F4"/>
    <w:rsid w:val="00AE11CA"/>
    <w:rsid w:val="00AE1E86"/>
    <w:rsid w:val="00AE55C5"/>
    <w:rsid w:val="00AE6036"/>
    <w:rsid w:val="00AF0312"/>
    <w:rsid w:val="00AF1BEF"/>
    <w:rsid w:val="00AF1CCC"/>
    <w:rsid w:val="00AF2EC1"/>
    <w:rsid w:val="00AF33C1"/>
    <w:rsid w:val="00AF3B56"/>
    <w:rsid w:val="00AF5E44"/>
    <w:rsid w:val="00B029F1"/>
    <w:rsid w:val="00B0452D"/>
    <w:rsid w:val="00B06574"/>
    <w:rsid w:val="00B110E9"/>
    <w:rsid w:val="00B118E0"/>
    <w:rsid w:val="00B13EE1"/>
    <w:rsid w:val="00B16530"/>
    <w:rsid w:val="00B21ED9"/>
    <w:rsid w:val="00B236CD"/>
    <w:rsid w:val="00B24A94"/>
    <w:rsid w:val="00B25F43"/>
    <w:rsid w:val="00B263B2"/>
    <w:rsid w:val="00B30630"/>
    <w:rsid w:val="00B32FE0"/>
    <w:rsid w:val="00B3529D"/>
    <w:rsid w:val="00B366AA"/>
    <w:rsid w:val="00B36A91"/>
    <w:rsid w:val="00B424C6"/>
    <w:rsid w:val="00B44D1D"/>
    <w:rsid w:val="00B4581C"/>
    <w:rsid w:val="00B467B3"/>
    <w:rsid w:val="00B51DE0"/>
    <w:rsid w:val="00B51F9B"/>
    <w:rsid w:val="00B53642"/>
    <w:rsid w:val="00B53770"/>
    <w:rsid w:val="00B54E05"/>
    <w:rsid w:val="00B55DB0"/>
    <w:rsid w:val="00B56838"/>
    <w:rsid w:val="00B578B2"/>
    <w:rsid w:val="00B60437"/>
    <w:rsid w:val="00B60B5F"/>
    <w:rsid w:val="00B610FE"/>
    <w:rsid w:val="00B62809"/>
    <w:rsid w:val="00B63ADA"/>
    <w:rsid w:val="00B64D00"/>
    <w:rsid w:val="00B65AE9"/>
    <w:rsid w:val="00B75CB5"/>
    <w:rsid w:val="00B76CC7"/>
    <w:rsid w:val="00B803A9"/>
    <w:rsid w:val="00B80A9F"/>
    <w:rsid w:val="00B83DDF"/>
    <w:rsid w:val="00B858B1"/>
    <w:rsid w:val="00B915DF"/>
    <w:rsid w:val="00B936DA"/>
    <w:rsid w:val="00BA18B1"/>
    <w:rsid w:val="00BA2161"/>
    <w:rsid w:val="00BB0912"/>
    <w:rsid w:val="00BB0C9F"/>
    <w:rsid w:val="00BB0CAB"/>
    <w:rsid w:val="00BB135A"/>
    <w:rsid w:val="00BB2E97"/>
    <w:rsid w:val="00BB5777"/>
    <w:rsid w:val="00BB72F8"/>
    <w:rsid w:val="00BC3479"/>
    <w:rsid w:val="00BC41B5"/>
    <w:rsid w:val="00BC47FA"/>
    <w:rsid w:val="00BC6666"/>
    <w:rsid w:val="00BD11A0"/>
    <w:rsid w:val="00BD6139"/>
    <w:rsid w:val="00BD627D"/>
    <w:rsid w:val="00BE15DA"/>
    <w:rsid w:val="00BE6A87"/>
    <w:rsid w:val="00BF0737"/>
    <w:rsid w:val="00BF0FA1"/>
    <w:rsid w:val="00BF11B8"/>
    <w:rsid w:val="00BF6272"/>
    <w:rsid w:val="00C028D4"/>
    <w:rsid w:val="00C100D4"/>
    <w:rsid w:val="00C1015C"/>
    <w:rsid w:val="00C1313C"/>
    <w:rsid w:val="00C14AE8"/>
    <w:rsid w:val="00C25E09"/>
    <w:rsid w:val="00C26CA0"/>
    <w:rsid w:val="00C31656"/>
    <w:rsid w:val="00C33EB5"/>
    <w:rsid w:val="00C35F04"/>
    <w:rsid w:val="00C36F6E"/>
    <w:rsid w:val="00C37A65"/>
    <w:rsid w:val="00C418FA"/>
    <w:rsid w:val="00C45320"/>
    <w:rsid w:val="00C53F4F"/>
    <w:rsid w:val="00C56271"/>
    <w:rsid w:val="00C573DA"/>
    <w:rsid w:val="00C60DCE"/>
    <w:rsid w:val="00C6113A"/>
    <w:rsid w:val="00C6242F"/>
    <w:rsid w:val="00C7124A"/>
    <w:rsid w:val="00C712C5"/>
    <w:rsid w:val="00C76605"/>
    <w:rsid w:val="00C80DA1"/>
    <w:rsid w:val="00C81783"/>
    <w:rsid w:val="00C81FBA"/>
    <w:rsid w:val="00C83F1D"/>
    <w:rsid w:val="00C84092"/>
    <w:rsid w:val="00C95F7E"/>
    <w:rsid w:val="00CA0E6A"/>
    <w:rsid w:val="00CA1B7C"/>
    <w:rsid w:val="00CA710E"/>
    <w:rsid w:val="00CA7AD5"/>
    <w:rsid w:val="00CB1C49"/>
    <w:rsid w:val="00CC14C9"/>
    <w:rsid w:val="00CC2DF1"/>
    <w:rsid w:val="00CC33BE"/>
    <w:rsid w:val="00CC3E9E"/>
    <w:rsid w:val="00CC4193"/>
    <w:rsid w:val="00CD0AAB"/>
    <w:rsid w:val="00CD1127"/>
    <w:rsid w:val="00CD2A66"/>
    <w:rsid w:val="00CD33FE"/>
    <w:rsid w:val="00CD4B5F"/>
    <w:rsid w:val="00CD5319"/>
    <w:rsid w:val="00CE0C97"/>
    <w:rsid w:val="00CE1E59"/>
    <w:rsid w:val="00CE51E4"/>
    <w:rsid w:val="00D05A7F"/>
    <w:rsid w:val="00D06786"/>
    <w:rsid w:val="00D06BC7"/>
    <w:rsid w:val="00D11837"/>
    <w:rsid w:val="00D131EE"/>
    <w:rsid w:val="00D14CB6"/>
    <w:rsid w:val="00D20F16"/>
    <w:rsid w:val="00D20F87"/>
    <w:rsid w:val="00D23BFF"/>
    <w:rsid w:val="00D259A8"/>
    <w:rsid w:val="00D25B2D"/>
    <w:rsid w:val="00D2773A"/>
    <w:rsid w:val="00D330DD"/>
    <w:rsid w:val="00D34251"/>
    <w:rsid w:val="00D3486F"/>
    <w:rsid w:val="00D35B9F"/>
    <w:rsid w:val="00D40FAD"/>
    <w:rsid w:val="00D45841"/>
    <w:rsid w:val="00D51FED"/>
    <w:rsid w:val="00D53D83"/>
    <w:rsid w:val="00D56018"/>
    <w:rsid w:val="00D60615"/>
    <w:rsid w:val="00D606DE"/>
    <w:rsid w:val="00D6429B"/>
    <w:rsid w:val="00D64995"/>
    <w:rsid w:val="00D67197"/>
    <w:rsid w:val="00D72F5B"/>
    <w:rsid w:val="00D73C57"/>
    <w:rsid w:val="00D77B82"/>
    <w:rsid w:val="00D77D6E"/>
    <w:rsid w:val="00D83189"/>
    <w:rsid w:val="00D834A2"/>
    <w:rsid w:val="00D8409D"/>
    <w:rsid w:val="00D85423"/>
    <w:rsid w:val="00D86864"/>
    <w:rsid w:val="00D915FE"/>
    <w:rsid w:val="00D92877"/>
    <w:rsid w:val="00D931F7"/>
    <w:rsid w:val="00D95E4E"/>
    <w:rsid w:val="00D96825"/>
    <w:rsid w:val="00D9699B"/>
    <w:rsid w:val="00DA5675"/>
    <w:rsid w:val="00DA7290"/>
    <w:rsid w:val="00DA7557"/>
    <w:rsid w:val="00DB20DA"/>
    <w:rsid w:val="00DB3F1F"/>
    <w:rsid w:val="00DC0732"/>
    <w:rsid w:val="00DC2789"/>
    <w:rsid w:val="00DC3ECC"/>
    <w:rsid w:val="00DC5D96"/>
    <w:rsid w:val="00DC7CE2"/>
    <w:rsid w:val="00DD1733"/>
    <w:rsid w:val="00DE1A0B"/>
    <w:rsid w:val="00DE4501"/>
    <w:rsid w:val="00DE5900"/>
    <w:rsid w:val="00DE6403"/>
    <w:rsid w:val="00DE7677"/>
    <w:rsid w:val="00DE7909"/>
    <w:rsid w:val="00DE7D58"/>
    <w:rsid w:val="00DF3311"/>
    <w:rsid w:val="00DF34E3"/>
    <w:rsid w:val="00DF70FA"/>
    <w:rsid w:val="00E03B8A"/>
    <w:rsid w:val="00E05635"/>
    <w:rsid w:val="00E07C3A"/>
    <w:rsid w:val="00E07E79"/>
    <w:rsid w:val="00E128B4"/>
    <w:rsid w:val="00E15CE1"/>
    <w:rsid w:val="00E17AAC"/>
    <w:rsid w:val="00E21EBC"/>
    <w:rsid w:val="00E22355"/>
    <w:rsid w:val="00E26187"/>
    <w:rsid w:val="00E269BA"/>
    <w:rsid w:val="00E310F1"/>
    <w:rsid w:val="00E36417"/>
    <w:rsid w:val="00E36D3C"/>
    <w:rsid w:val="00E423B1"/>
    <w:rsid w:val="00E44A70"/>
    <w:rsid w:val="00E55488"/>
    <w:rsid w:val="00E601BA"/>
    <w:rsid w:val="00E6369D"/>
    <w:rsid w:val="00E65F28"/>
    <w:rsid w:val="00E67FE3"/>
    <w:rsid w:val="00E700F4"/>
    <w:rsid w:val="00E704B4"/>
    <w:rsid w:val="00E71119"/>
    <w:rsid w:val="00E74C31"/>
    <w:rsid w:val="00E75FFD"/>
    <w:rsid w:val="00E76D1F"/>
    <w:rsid w:val="00E777D8"/>
    <w:rsid w:val="00E77EAD"/>
    <w:rsid w:val="00E923C6"/>
    <w:rsid w:val="00E939D7"/>
    <w:rsid w:val="00EA2379"/>
    <w:rsid w:val="00EA60AA"/>
    <w:rsid w:val="00EB3018"/>
    <w:rsid w:val="00EB4D4A"/>
    <w:rsid w:val="00EB7E78"/>
    <w:rsid w:val="00ED4746"/>
    <w:rsid w:val="00ED497B"/>
    <w:rsid w:val="00ED7EAB"/>
    <w:rsid w:val="00ED7F02"/>
    <w:rsid w:val="00EE0E87"/>
    <w:rsid w:val="00EE11C4"/>
    <w:rsid w:val="00EE5F39"/>
    <w:rsid w:val="00EE6115"/>
    <w:rsid w:val="00EE70FB"/>
    <w:rsid w:val="00EE7ADE"/>
    <w:rsid w:val="00EF0223"/>
    <w:rsid w:val="00EF1A79"/>
    <w:rsid w:val="00EF2879"/>
    <w:rsid w:val="00EF3647"/>
    <w:rsid w:val="00EF4391"/>
    <w:rsid w:val="00EF4DAF"/>
    <w:rsid w:val="00EF7EFE"/>
    <w:rsid w:val="00F03938"/>
    <w:rsid w:val="00F06523"/>
    <w:rsid w:val="00F06B5A"/>
    <w:rsid w:val="00F203C8"/>
    <w:rsid w:val="00F20AFB"/>
    <w:rsid w:val="00F2201A"/>
    <w:rsid w:val="00F24B0F"/>
    <w:rsid w:val="00F26A6B"/>
    <w:rsid w:val="00F33C34"/>
    <w:rsid w:val="00F35D02"/>
    <w:rsid w:val="00F36921"/>
    <w:rsid w:val="00F36D58"/>
    <w:rsid w:val="00F4061F"/>
    <w:rsid w:val="00F40FE1"/>
    <w:rsid w:val="00F417A4"/>
    <w:rsid w:val="00F44D13"/>
    <w:rsid w:val="00F451ED"/>
    <w:rsid w:val="00F5083B"/>
    <w:rsid w:val="00F5695F"/>
    <w:rsid w:val="00F65209"/>
    <w:rsid w:val="00F65E68"/>
    <w:rsid w:val="00F667B6"/>
    <w:rsid w:val="00F6694B"/>
    <w:rsid w:val="00F67276"/>
    <w:rsid w:val="00F76AF1"/>
    <w:rsid w:val="00F806FB"/>
    <w:rsid w:val="00F82BC6"/>
    <w:rsid w:val="00F82E58"/>
    <w:rsid w:val="00F86104"/>
    <w:rsid w:val="00F917D6"/>
    <w:rsid w:val="00FA00D9"/>
    <w:rsid w:val="00FA30ED"/>
    <w:rsid w:val="00FA52A5"/>
    <w:rsid w:val="00FA63D9"/>
    <w:rsid w:val="00FA7BB6"/>
    <w:rsid w:val="00FB24FA"/>
    <w:rsid w:val="00FB452C"/>
    <w:rsid w:val="00FB5626"/>
    <w:rsid w:val="00FB5C77"/>
    <w:rsid w:val="00FC58D8"/>
    <w:rsid w:val="00FC68FF"/>
    <w:rsid w:val="00FC70A4"/>
    <w:rsid w:val="00FD26DC"/>
    <w:rsid w:val="00FD3EDC"/>
    <w:rsid w:val="00FD46E8"/>
    <w:rsid w:val="00FD47B1"/>
    <w:rsid w:val="00FD5113"/>
    <w:rsid w:val="00FE3C73"/>
    <w:rsid w:val="00FE47AB"/>
    <w:rsid w:val="00FE5DC6"/>
    <w:rsid w:val="00FE7CC6"/>
    <w:rsid w:val="00FF52C2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CC7609"/>
  <w15:chartTrackingRefBased/>
  <w15:docId w15:val="{CF3F968F-823F-4112-A226-5988C4D8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45B"/>
    <w:pPr>
      <w:widowControl w:val="0"/>
    </w:pPr>
  </w:style>
  <w:style w:type="paragraph" w:styleId="Nadpis1">
    <w:name w:val="heading 1"/>
    <w:basedOn w:val="Normln"/>
    <w:next w:val="Normln"/>
    <w:qFormat/>
    <w:rsid w:val="008012A7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8012A7"/>
    <w:pPr>
      <w:keepNext/>
      <w:jc w:val="both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8012A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8012A7"/>
    <w:pPr>
      <w:keepNext/>
      <w:jc w:val="center"/>
      <w:outlineLvl w:val="3"/>
    </w:pPr>
    <w:rPr>
      <w:b/>
      <w:bCs/>
      <w:sz w:val="24"/>
    </w:rPr>
  </w:style>
  <w:style w:type="paragraph" w:styleId="Nadpis5">
    <w:name w:val="heading 5"/>
    <w:basedOn w:val="Normln"/>
    <w:next w:val="Normln"/>
    <w:qFormat/>
    <w:rsid w:val="008012A7"/>
    <w:pPr>
      <w:keepNext/>
      <w:jc w:val="both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012A7"/>
    <w:pPr>
      <w:keepNext/>
      <w:outlineLvl w:val="5"/>
    </w:pPr>
    <w:rPr>
      <w:b/>
      <w:bCs/>
      <w:sz w:val="24"/>
    </w:rPr>
  </w:style>
  <w:style w:type="paragraph" w:styleId="Nadpis7">
    <w:name w:val="heading 7"/>
    <w:basedOn w:val="Normln"/>
    <w:next w:val="Normln"/>
    <w:qFormat/>
    <w:rsid w:val="008012A7"/>
    <w:pPr>
      <w:keepNext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8012A7"/>
    <w:pPr>
      <w:keepNext/>
      <w:ind w:left="4956" w:firstLine="708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rsid w:val="008012A7"/>
    <w:pPr>
      <w:keepNext/>
      <w:jc w:val="center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012A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012A7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8012A7"/>
    <w:pPr>
      <w:jc w:val="center"/>
    </w:pPr>
  </w:style>
  <w:style w:type="paragraph" w:styleId="Nzev">
    <w:name w:val="Title"/>
    <w:basedOn w:val="Normln"/>
    <w:link w:val="NzevChar"/>
    <w:qFormat/>
    <w:rsid w:val="008012A7"/>
    <w:pPr>
      <w:overflowPunct w:val="0"/>
      <w:autoSpaceDE w:val="0"/>
      <w:autoSpaceDN w:val="0"/>
      <w:adjustRightInd w:val="0"/>
      <w:jc w:val="center"/>
      <w:textAlignment w:val="baseline"/>
    </w:pPr>
    <w:rPr>
      <w:b/>
    </w:rPr>
  </w:style>
  <w:style w:type="paragraph" w:styleId="Zkladntextodsazen">
    <w:name w:val="Body Text Indent"/>
    <w:basedOn w:val="Normln"/>
    <w:rsid w:val="008012A7"/>
    <w:pPr>
      <w:spacing w:after="120"/>
      <w:ind w:left="283"/>
    </w:pPr>
  </w:style>
  <w:style w:type="paragraph" w:styleId="Zkladntext">
    <w:name w:val="Body Text"/>
    <w:basedOn w:val="Normln"/>
    <w:link w:val="ZkladntextChar"/>
    <w:rsid w:val="008012A7"/>
    <w:pPr>
      <w:jc w:val="both"/>
    </w:pPr>
    <w:rPr>
      <w:sz w:val="24"/>
    </w:rPr>
  </w:style>
  <w:style w:type="paragraph" w:styleId="Zkladntextodsazen2">
    <w:name w:val="Body Text Indent 2"/>
    <w:basedOn w:val="Normln"/>
    <w:rsid w:val="008012A7"/>
    <w:pPr>
      <w:ind w:left="708"/>
      <w:jc w:val="both"/>
    </w:pPr>
    <w:rPr>
      <w:sz w:val="24"/>
    </w:rPr>
  </w:style>
  <w:style w:type="paragraph" w:styleId="Zkladntextodsazen3">
    <w:name w:val="Body Text Indent 3"/>
    <w:basedOn w:val="Normln"/>
    <w:rsid w:val="008012A7"/>
    <w:pPr>
      <w:ind w:firstLine="705"/>
      <w:jc w:val="both"/>
    </w:pPr>
    <w:rPr>
      <w:sz w:val="24"/>
    </w:rPr>
  </w:style>
  <w:style w:type="character" w:styleId="Siln">
    <w:name w:val="Strong"/>
    <w:qFormat/>
    <w:rsid w:val="008012A7"/>
    <w:rPr>
      <w:b/>
      <w:bCs/>
    </w:rPr>
  </w:style>
  <w:style w:type="character" w:customStyle="1" w:styleId="platne1">
    <w:name w:val="platne1"/>
    <w:basedOn w:val="Standardnpsmoodstavce"/>
    <w:rsid w:val="008012A7"/>
  </w:style>
  <w:style w:type="paragraph" w:styleId="Zkladntext2">
    <w:name w:val="Body Text 2"/>
    <w:basedOn w:val="Normln"/>
    <w:link w:val="Zkladntext2Char"/>
    <w:rsid w:val="008012A7"/>
    <w:pPr>
      <w:jc w:val="both"/>
    </w:pPr>
    <w:rPr>
      <w:b/>
      <w:bCs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1A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F1A79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link w:val="Zkladntext"/>
    <w:rsid w:val="0031342B"/>
    <w:rPr>
      <w:sz w:val="24"/>
    </w:rPr>
  </w:style>
  <w:style w:type="character" w:customStyle="1" w:styleId="NzevChar">
    <w:name w:val="Název Char"/>
    <w:link w:val="Nzev"/>
    <w:rsid w:val="00F44D13"/>
    <w:rPr>
      <w:b/>
    </w:r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6D2443"/>
    <w:pPr>
      <w:ind w:left="708"/>
    </w:pPr>
  </w:style>
  <w:style w:type="paragraph" w:customStyle="1" w:styleId="Styl">
    <w:name w:val="Styl"/>
    <w:rsid w:val="00C418FA"/>
    <w:pPr>
      <w:widowControl w:val="0"/>
    </w:pPr>
  </w:style>
  <w:style w:type="character" w:customStyle="1" w:styleId="Zkladntext2Char">
    <w:name w:val="Základní text 2 Char"/>
    <w:link w:val="Zkladntext2"/>
    <w:rsid w:val="008616EB"/>
    <w:rPr>
      <w:b/>
      <w:bCs/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837717"/>
  </w:style>
  <w:style w:type="character" w:styleId="Hypertextovodkaz">
    <w:name w:val="Hyperlink"/>
    <w:uiPriority w:val="99"/>
    <w:unhideWhenUsed/>
    <w:rsid w:val="005D42A8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63B86"/>
    <w:pPr>
      <w:widowControl/>
    </w:pPr>
    <w:rPr>
      <w:rFonts w:eastAsia="Calibri"/>
      <w:sz w:val="24"/>
      <w:szCs w:val="24"/>
    </w:rPr>
  </w:style>
  <w:style w:type="paragraph" w:customStyle="1" w:styleId="bodytext2">
    <w:name w:val="bodytext2"/>
    <w:basedOn w:val="Normln"/>
    <w:rsid w:val="00863B86"/>
    <w:pPr>
      <w:widowControl/>
      <w:spacing w:line="288" w:lineRule="auto"/>
      <w:jc w:val="both"/>
    </w:pPr>
    <w:rPr>
      <w:sz w:val="24"/>
      <w:szCs w:val="24"/>
    </w:rPr>
  </w:style>
  <w:style w:type="paragraph" w:customStyle="1" w:styleId="Zkladntextslovan3">
    <w:name w:val="Základní text číslovaný 3"/>
    <w:basedOn w:val="Zkladntext"/>
    <w:rsid w:val="00632F36"/>
    <w:pPr>
      <w:widowControl/>
      <w:numPr>
        <w:numId w:val="1"/>
      </w:numPr>
      <w:spacing w:after="200"/>
    </w:pPr>
    <w:rPr>
      <w:rFonts w:ascii="Arial" w:hAnsi="Arial"/>
      <w:sz w:val="22"/>
      <w:lang w:val="x-none"/>
    </w:rPr>
  </w:style>
  <w:style w:type="paragraph" w:customStyle="1" w:styleId="Zkladntext21">
    <w:name w:val="Základní text 21"/>
    <w:basedOn w:val="Normln"/>
    <w:rsid w:val="00417A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Textbodu">
    <w:name w:val="Text bodu"/>
    <w:basedOn w:val="Normln"/>
    <w:rsid w:val="00417A36"/>
    <w:pPr>
      <w:widowControl/>
      <w:numPr>
        <w:ilvl w:val="2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417A36"/>
    <w:pPr>
      <w:widowControl/>
      <w:numPr>
        <w:ilvl w:val="1"/>
        <w:numId w:val="2"/>
      </w:numPr>
      <w:jc w:val="both"/>
      <w:outlineLvl w:val="7"/>
    </w:pPr>
    <w:rPr>
      <w:sz w:val="24"/>
    </w:rPr>
  </w:style>
  <w:style w:type="character" w:customStyle="1" w:styleId="TextodstavceChar">
    <w:name w:val="Text odstavce Char"/>
    <w:link w:val="Textodstavce"/>
    <w:locked/>
    <w:rsid w:val="00417A36"/>
    <w:rPr>
      <w:sz w:val="24"/>
    </w:rPr>
  </w:style>
  <w:style w:type="paragraph" w:customStyle="1" w:styleId="Textodstavce">
    <w:name w:val="Text odstavce"/>
    <w:basedOn w:val="Normln"/>
    <w:link w:val="TextodstavceChar"/>
    <w:rsid w:val="00417A36"/>
    <w:pPr>
      <w:widowControl/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Podtitul">
    <w:name w:val="Podtitul"/>
    <w:basedOn w:val="Normln"/>
    <w:link w:val="PodtitulChar"/>
    <w:qFormat/>
    <w:rsid w:val="00E05635"/>
    <w:pPr>
      <w:widowControl/>
      <w:jc w:val="center"/>
    </w:pPr>
    <w:rPr>
      <w:sz w:val="24"/>
    </w:rPr>
  </w:style>
  <w:style w:type="character" w:customStyle="1" w:styleId="PodtitulChar">
    <w:name w:val="Podtitul Char"/>
    <w:link w:val="Podtitul"/>
    <w:rsid w:val="00E05635"/>
    <w:rPr>
      <w:sz w:val="24"/>
    </w:rPr>
  </w:style>
  <w:style w:type="character" w:customStyle="1" w:styleId="ZhlavChar">
    <w:name w:val="Záhlaví Char"/>
    <w:link w:val="Zhlav"/>
    <w:rsid w:val="00E75FFD"/>
  </w:style>
  <w:style w:type="paragraph" w:customStyle="1" w:styleId="Default">
    <w:name w:val="Default"/>
    <w:rsid w:val="00FB452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CB1C49"/>
    <w:pPr>
      <w:widowControl/>
      <w:spacing w:line="280" w:lineRule="atLeast"/>
      <w:jc w:val="both"/>
    </w:pPr>
    <w:rPr>
      <w:rFonts w:ascii="Courier New" w:eastAsia="Calibri" w:hAnsi="Courier New" w:cs="Courier New"/>
      <w:color w:val="000000"/>
      <w:lang w:eastAsia="en-US"/>
    </w:rPr>
  </w:style>
  <w:style w:type="character" w:customStyle="1" w:styleId="ProsttextChar">
    <w:name w:val="Prostý text Char"/>
    <w:link w:val="Prosttext"/>
    <w:uiPriority w:val="99"/>
    <w:rsid w:val="00CB1C49"/>
    <w:rPr>
      <w:rFonts w:ascii="Courier New" w:eastAsia="Calibri" w:hAnsi="Courier New" w:cs="Courier New"/>
      <w:color w:val="000000"/>
      <w:lang w:eastAsia="en-US"/>
    </w:rPr>
  </w:style>
  <w:style w:type="paragraph" w:customStyle="1" w:styleId="Titulnabidky">
    <w:name w:val="Titul_nabidky"/>
    <w:basedOn w:val="Normln"/>
    <w:qFormat/>
    <w:rsid w:val="00CB1C49"/>
    <w:pPr>
      <w:widowControl/>
      <w:tabs>
        <w:tab w:val="center" w:pos="4820"/>
        <w:tab w:val="right" w:pos="9639"/>
      </w:tabs>
      <w:spacing w:line="528" w:lineRule="atLeast"/>
      <w:jc w:val="center"/>
    </w:pPr>
    <w:rPr>
      <w:rFonts w:ascii="Arial" w:eastAsia="Calibri" w:hAnsi="Arial"/>
      <w:b/>
      <w:color w:val="FFFFFF"/>
      <w:sz w:val="44"/>
      <w:lang w:eastAsia="en-US"/>
    </w:rPr>
  </w:style>
  <w:style w:type="paragraph" w:customStyle="1" w:styleId="Titultext">
    <w:name w:val="Titul_text"/>
    <w:basedOn w:val="Normln"/>
    <w:qFormat/>
    <w:rsid w:val="00CB1C49"/>
    <w:pPr>
      <w:framePr w:hSpace="142" w:wrap="around" w:vAnchor="page" w:hAnchor="page" w:x="1135" w:y="852"/>
      <w:widowControl/>
      <w:spacing w:line="280" w:lineRule="atLeast"/>
      <w:ind w:left="3969"/>
    </w:pPr>
    <w:rPr>
      <w:rFonts w:ascii="Arial" w:eastAsia="Calibri" w:hAnsi="Arial"/>
      <w:color w:val="FFFFFF"/>
      <w:sz w:val="18"/>
      <w:lang w:eastAsia="en-US"/>
    </w:rPr>
  </w:style>
  <w:style w:type="table" w:styleId="Mkatabulky">
    <w:name w:val="Table Grid"/>
    <w:basedOn w:val="Normlntabulka"/>
    <w:rsid w:val="00CB1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zkladn">
    <w:name w:val="odrážka základní"/>
    <w:basedOn w:val="Zkladntext2"/>
    <w:rsid w:val="0039604A"/>
    <w:pPr>
      <w:widowControl/>
      <w:numPr>
        <w:numId w:val="12"/>
      </w:numPr>
      <w:tabs>
        <w:tab w:val="right" w:pos="5670"/>
      </w:tabs>
      <w:spacing w:before="120"/>
    </w:pPr>
    <w:rPr>
      <w:rFonts w:ascii="Arial" w:hAnsi="Arial" w:cs="Arial"/>
      <w:b w:val="0"/>
      <w:noProof/>
      <w:sz w:val="22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711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7114"/>
  </w:style>
  <w:style w:type="paragraph" w:styleId="Pedmtkomente">
    <w:name w:val="annotation subject"/>
    <w:basedOn w:val="Textkomente"/>
    <w:next w:val="Textkomente"/>
    <w:link w:val="PedmtkomenteChar"/>
    <w:unhideWhenUsed/>
    <w:rsid w:val="00147114"/>
    <w:pPr>
      <w:widowControl/>
      <w:spacing w:before="60" w:after="60"/>
      <w:jc w:val="both"/>
    </w:pPr>
    <w:rPr>
      <w:rFonts w:ascii="Garamond" w:hAnsi="Garamond"/>
      <w:b/>
      <w:bCs/>
      <w:lang w:val="en-GB" w:eastAsia="en-GB"/>
    </w:rPr>
  </w:style>
  <w:style w:type="character" w:customStyle="1" w:styleId="PedmtkomenteChar">
    <w:name w:val="Předmět komentáře Char"/>
    <w:link w:val="Pedmtkomente"/>
    <w:rsid w:val="00147114"/>
    <w:rPr>
      <w:rFonts w:ascii="Garamond" w:hAnsi="Garamond"/>
      <w:b/>
      <w:bCs/>
      <w:lang w:val="en-GB" w:eastAsia="en-GB"/>
    </w:rPr>
  </w:style>
  <w:style w:type="character" w:customStyle="1" w:styleId="OdstavecseseznamemChar">
    <w:name w:val="Odstavec se seznamem Char"/>
    <w:aliases w:val="Odrážky Char"/>
    <w:link w:val="Odstavecseseznamem"/>
    <w:uiPriority w:val="34"/>
    <w:rsid w:val="00B63ADA"/>
  </w:style>
  <w:style w:type="paragraph" w:customStyle="1" w:styleId="PNadpis1">
    <w:name w:val="P_Nadpis_1"/>
    <w:basedOn w:val="Nadpis1"/>
    <w:qFormat/>
    <w:rsid w:val="0026586D"/>
    <w:pPr>
      <w:keepNext w:val="0"/>
      <w:pageBreakBefore/>
      <w:numPr>
        <w:numId w:val="47"/>
      </w:numPr>
      <w:spacing w:line="500" w:lineRule="atLeast"/>
    </w:pPr>
    <w:rPr>
      <w:rFonts w:ascii="Arial" w:hAnsi="Arial"/>
      <w:color w:val="283164"/>
      <w:kern w:val="32"/>
      <w:sz w:val="40"/>
      <w:szCs w:val="32"/>
      <w:lang w:eastAsia="en-US"/>
    </w:rPr>
  </w:style>
  <w:style w:type="paragraph" w:customStyle="1" w:styleId="PNadpis2">
    <w:name w:val="P_Nadpis_2"/>
    <w:basedOn w:val="Nadpis2"/>
    <w:qFormat/>
    <w:rsid w:val="0026586D"/>
    <w:pPr>
      <w:widowControl/>
      <w:numPr>
        <w:ilvl w:val="1"/>
        <w:numId w:val="47"/>
      </w:numPr>
      <w:spacing w:before="280" w:after="280" w:line="280" w:lineRule="atLeast"/>
      <w:jc w:val="left"/>
    </w:pPr>
    <w:rPr>
      <w:rFonts w:ascii="Arial" w:hAnsi="Arial"/>
      <w:bCs/>
      <w:iCs/>
      <w:color w:val="283164"/>
      <w:sz w:val="28"/>
      <w:szCs w:val="28"/>
      <w:lang w:eastAsia="en-US"/>
    </w:rPr>
  </w:style>
  <w:style w:type="paragraph" w:customStyle="1" w:styleId="PNadpis3">
    <w:name w:val="P_Nadpis_3"/>
    <w:basedOn w:val="Nadpis3"/>
    <w:qFormat/>
    <w:rsid w:val="0026586D"/>
    <w:pPr>
      <w:widowControl/>
      <w:numPr>
        <w:ilvl w:val="2"/>
        <w:numId w:val="47"/>
      </w:numPr>
      <w:spacing w:before="280" w:line="280" w:lineRule="atLeast"/>
      <w:jc w:val="both"/>
    </w:pPr>
    <w:rPr>
      <w:rFonts w:cs="Times New Roman"/>
      <w:color w:val="283164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0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5475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75465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23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41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53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04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973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790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0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6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8192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0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86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19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365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81;aloudkov&#225;\AppData\Local\Microsoft\Windows\Temporary%20Internet%20Files\Content.Outlook\HKTECBIH\aktu&#225;ln&#237;%20hlavi&#269;ka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D793D5A5F9740934F1FB4D608BC0B" ma:contentTypeVersion="16" ma:contentTypeDescription="Vytvoří nový dokument" ma:contentTypeScope="" ma:versionID="4e8988fefb57fccd00c7704726a70c34">
  <xsd:schema xmlns:xsd="http://www.w3.org/2001/XMLSchema" xmlns:xs="http://www.w3.org/2001/XMLSchema" xmlns:p="http://schemas.microsoft.com/office/2006/metadata/properties" xmlns:ns2="44eebfc2-dba9-490f-a426-06bdd91898e6" xmlns:ns3="0c8c0d37-2bee-48b9-a3af-2a8749a2fbd1" targetNamespace="http://schemas.microsoft.com/office/2006/metadata/properties" ma:root="true" ma:fieldsID="93c2cff969d46002bfa1f2e9e6242b18" ns2:_="" ns3:_="">
    <xsd:import namespace="44eebfc2-dba9-490f-a426-06bdd91898e6"/>
    <xsd:import namespace="0c8c0d37-2bee-48b9-a3af-2a8749a2f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bfc2-dba9-490f-a426-06bdd9189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813b425-8769-472e-9ed0-56c4258d7c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0d37-2bee-48b9-a3af-2a8749a2f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4ed78-8192-4a6c-b518-fdbff58809a1}" ma:internalName="TaxCatchAll" ma:showField="CatchAllData" ma:web="0c8c0d37-2bee-48b9-a3af-2a8749a2fb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eebfc2-dba9-490f-a426-06bdd91898e6">
      <Terms xmlns="http://schemas.microsoft.com/office/infopath/2007/PartnerControls"/>
    </lcf76f155ced4ddcb4097134ff3c332f>
    <TaxCatchAll xmlns="0c8c0d37-2bee-48b9-a3af-2a8749a2fbd1"/>
  </documentManagement>
</p:properties>
</file>

<file path=customXml/itemProps1.xml><?xml version="1.0" encoding="utf-8"?>
<ds:datastoreItem xmlns:ds="http://schemas.openxmlformats.org/officeDocument/2006/customXml" ds:itemID="{C2ABEF46-3ED4-4DAE-BC5C-7462303FF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CA751-F394-4110-9498-C4C68B15A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bfc2-dba9-490f-a426-06bdd91898e6"/>
    <ds:schemaRef ds:uri="0c8c0d37-2bee-48b9-a3af-2a8749a2f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58AC5-DA7B-4C2F-AADE-0ABA74527F67}">
  <ds:schemaRefs>
    <ds:schemaRef ds:uri="http://schemas.microsoft.com/office/2006/metadata/properties"/>
    <ds:schemaRef ds:uri="http://schemas.microsoft.com/office/infopath/2007/PartnerControls"/>
    <ds:schemaRef ds:uri="44eebfc2-dba9-490f-a426-06bdd91898e6"/>
    <ds:schemaRef ds:uri="0c8c0d37-2bee-48b9-a3af-2a8749a2fb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aktuální hlavička1.dotx</Template>
  <TotalTime>14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Česká advokátní komora</vt:lpstr>
    </vt:vector>
  </TitlesOfParts>
  <Company>SAK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Česká advokátní komora</dc:title>
  <dc:subject/>
  <dc:creator>Žaloudková</dc:creator>
  <cp:keywords/>
  <cp:lastModifiedBy>Bena Marek</cp:lastModifiedBy>
  <cp:revision>6</cp:revision>
  <cp:lastPrinted>2022-05-16T13:35:00Z</cp:lastPrinted>
  <dcterms:created xsi:type="dcterms:W3CDTF">2024-03-27T15:23:00Z</dcterms:created>
  <dcterms:modified xsi:type="dcterms:W3CDTF">2024-03-27T15:39:00Z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2021-06-29T08:07:26Z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235c7095-c618-4891-801c-73bdd03c9b7f</vt:lpwstr>
  </property>
  <property fmtid="{D5CDD505-2E9C-101B-9397-08002B2CF9AE}" pid="8" name="MSIP_Label_8d283cd4-40d8-4b4e-b666-5881e4d226e3_ContentBits">
    <vt:lpwstr>0</vt:lpwstr>
  </property>
</Properties>
</file>